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87AFC" w14:textId="2B88F04A" w:rsidR="00E343EC" w:rsidRDefault="00E343EC" w:rsidP="00E343EC">
      <w:pPr>
        <w:pStyle w:val="NormalWeb"/>
        <w:divId w:val="591360905"/>
        <w:rPr>
          <w:b/>
        </w:rPr>
      </w:pPr>
      <w:bookmarkStart w:id="0" w:name="_GoBack"/>
      <w:bookmarkEnd w:id="0"/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C9F0F" wp14:editId="52D99D36">
                <wp:simplePos x="0" y="0"/>
                <wp:positionH relativeFrom="column">
                  <wp:posOffset>4281805</wp:posOffset>
                </wp:positionH>
                <wp:positionV relativeFrom="paragraph">
                  <wp:posOffset>143723</wp:posOffset>
                </wp:positionV>
                <wp:extent cx="1463537" cy="273050"/>
                <wp:effectExtent l="0" t="0" r="2286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537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1EF14" w14:textId="0A15E5FB" w:rsidR="00E343EC" w:rsidRPr="004D3B13" w:rsidRDefault="00E343EC" w:rsidP="00E343EC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55701D">
                              <w:rPr>
                                <w:b/>
                              </w:rPr>
                              <w:t>2</w:t>
                            </w:r>
                            <w:r w:rsidR="004D3B13">
                              <w:rPr>
                                <w:b/>
                                <w:lang w:val="en-US"/>
                              </w:rPr>
                              <w:t>0</w:t>
                            </w:r>
                          </w:p>
                          <w:p w14:paraId="203DC49C" w14:textId="77777777" w:rsidR="00E343EC" w:rsidRPr="00846F37" w:rsidRDefault="00E343EC" w:rsidP="00E343EC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6C9F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7.15pt;margin-top:11.3pt;width:115.2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">
                <v:textbox>
                  <w:txbxContent>
                    <w:p w14:paraId="7701EF14" w14:textId="0A15E5FB" w:rsidR="00E343EC" w:rsidRPr="004D3B13" w:rsidRDefault="00E343EC" w:rsidP="00E343EC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55701D">
                        <w:rPr>
                          <w:b/>
                        </w:rPr>
                        <w:t>2</w:t>
                      </w:r>
                      <w:r w:rsidR="004D3B13">
                        <w:rPr>
                          <w:b/>
                          <w:lang w:val="en-US"/>
                        </w:rPr>
                        <w:t>0</w:t>
                      </w:r>
                    </w:p>
                    <w:p w14:paraId="203DC49C" w14:textId="77777777" w:rsidR="00E343EC" w:rsidRPr="00846F37" w:rsidRDefault="00E343EC" w:rsidP="00E343EC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 xml:space="preserve">                            </w:t>
      </w:r>
    </w:p>
    <w:p w14:paraId="19C40E78" w14:textId="77777777" w:rsidR="00E343EC" w:rsidRDefault="00E343EC" w:rsidP="00E343EC">
      <w:pPr>
        <w:pStyle w:val="NormalWeb"/>
        <w:jc w:val="center"/>
        <w:divId w:val="591360905"/>
        <w:rPr>
          <w:b/>
        </w:rPr>
      </w:pPr>
    </w:p>
    <w:p w14:paraId="21C0F468" w14:textId="65BDD8C2" w:rsidR="0078204B" w:rsidRPr="0078204B" w:rsidRDefault="000F6020" w:rsidP="00E343E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>НА РЪКОВОДИТЕЛ НА БЕНЕФИЦИЕНТА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E343EC">
        <w:rPr>
          <w:b/>
        </w:rPr>
        <w:t xml:space="preserve"> ИСУН </w:t>
      </w:r>
    </w:p>
    <w:p w14:paraId="026CFB6C" w14:textId="77777777"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29F61635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/и</w:t>
      </w:r>
      <w:r w:rsidR="008B4990">
        <w:rPr>
          <w:rStyle w:val="spelle"/>
        </w:rPr>
        <w:t>те</w:t>
      </w:r>
      <w:r w:rsidRPr="0078204B">
        <w:t xml:space="preserve">: </w:t>
      </w:r>
    </w:p>
    <w:p w14:paraId="60BEBD08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19DD0379" w14:textId="71A36D5E" w:rsidR="00B515A3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 w:rsidR="00B515A3">
        <w:t>.........................................................................</w:t>
      </w:r>
      <w:r w:rsidRPr="0078204B">
        <w:t xml:space="preserve">., </w:t>
      </w:r>
    </w:p>
    <w:p w14:paraId="513C74DB" w14:textId="21EC0ECA" w:rsidR="00796E17" w:rsidRPr="0078204B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.......................................................</w:t>
      </w:r>
      <w:r w:rsidR="00677017" w:rsidRPr="0078204B">
        <w:t>.</w:t>
      </w:r>
      <w:r w:rsidR="00B515A3">
        <w:t>....................................................</w:t>
      </w:r>
      <w:r w:rsidR="00677017" w:rsidRPr="0078204B">
        <w:t>....</w:t>
      </w:r>
      <w:r w:rsidRPr="0078204B">
        <w:t xml:space="preserve">, </w:t>
      </w:r>
    </w:p>
    <w:p w14:paraId="175BDF23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3A8BF292" w14:textId="6B2B0AB2" w:rsidR="00AB5550" w:rsidRPr="003F5BBA" w:rsidRDefault="008C21AF" w:rsidP="009A5AA0">
      <w:pPr>
        <w:pStyle w:val="NormalWeb"/>
        <w:numPr>
          <w:ilvl w:val="0"/>
          <w:numId w:val="25"/>
        </w:numPr>
        <w:jc w:val="both"/>
        <w:divId w:val="591360905"/>
        <w:rPr>
          <w:b/>
        </w:rPr>
      </w:pPr>
      <w:r>
        <w:t xml:space="preserve">По </w:t>
      </w:r>
      <w:r w:rsidR="00493DA7">
        <w:t xml:space="preserve">административен </w:t>
      </w:r>
      <w:r w:rsidR="00AB5550" w:rsidRPr="0078204B">
        <w:t xml:space="preserve">договор за предоставяне на безвъзмездна финансова помощ №  …………………………………………… по </w:t>
      </w:r>
      <w:r w:rsidR="00AB5550" w:rsidRPr="004A227B">
        <w:t xml:space="preserve">процедура </w:t>
      </w:r>
      <w:r w:rsidR="00493DA7" w:rsidRPr="00493DA7">
        <w:t xml:space="preserve">чрез подбор на проектни предложения </w:t>
      </w:r>
      <w:r w:rsidR="009A5AA0" w:rsidRPr="009A5AA0">
        <w:rPr>
          <w:b/>
        </w:rPr>
        <w:t>BG16RFPR001-2.004 „Eнергийна ефективност и използване на енергия от възобновяеми източници в предприятията”</w:t>
      </w:r>
      <w:r w:rsidR="00E343EC">
        <w:rPr>
          <w:b/>
        </w:rPr>
        <w:t xml:space="preserve">, </w:t>
      </w:r>
      <w:r w:rsidRPr="004A227B">
        <w:t>следва</w:t>
      </w:r>
      <w:r>
        <w:t xml:space="preserve">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25E58F00" w14:textId="77777777"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14:paraId="72ABC32C" w14:textId="77777777" w:rsidR="000F6020" w:rsidRPr="00493DA7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493DA7">
        <w:t>(</w:t>
      </w:r>
      <w:r w:rsidRPr="00493DA7">
        <w:rPr>
          <w:i/>
          <w:sz w:val="20"/>
          <w:szCs w:val="20"/>
        </w:rPr>
        <w:t>име, презиме, фамилия</w:t>
      </w:r>
      <w:r w:rsidRPr="00493DA7">
        <w:t>)</w:t>
      </w:r>
    </w:p>
    <w:p w14:paraId="426B5676" w14:textId="77777777"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14:paraId="2AE0C0DD" w14:textId="77777777"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14:paraId="0B53A984" w14:textId="77777777" w:rsidR="006167CB" w:rsidRPr="00493DA7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493DA7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14:paraId="239AEE84" w14:textId="77777777"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14:paraId="09BD1553" w14:textId="77777777" w:rsidR="00B2278F" w:rsidRDefault="00B2278F" w:rsidP="002E3FEA">
      <w:pPr>
        <w:pStyle w:val="NormalWeb"/>
        <w:ind w:right="17"/>
        <w:jc w:val="both"/>
        <w:divId w:val="591360905"/>
      </w:pPr>
    </w:p>
    <w:p w14:paraId="35E7BCB0" w14:textId="77777777"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163E73DF" w14:textId="77777777" w:rsidR="00692B39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14:paraId="74EFF3DF" w14:textId="77777777"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lastRenderedPageBreak/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14:paraId="346BA541" w14:textId="77777777"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14:paraId="20AF702E" w14:textId="1A05B3B4"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</w:t>
      </w:r>
      <w:r w:rsidR="00493DA7">
        <w:t>правляващия орган</w:t>
      </w:r>
      <w:r w:rsidRPr="0078204B">
        <w:t>.</w:t>
      </w:r>
    </w:p>
    <w:p w14:paraId="056F45B8" w14:textId="77777777" w:rsidR="00AB5550" w:rsidRDefault="00AB5550" w:rsidP="00796E17">
      <w:pPr>
        <w:divId w:val="591360905"/>
        <w:rPr>
          <w:rStyle w:val="spelle"/>
        </w:rPr>
      </w:pPr>
    </w:p>
    <w:p w14:paraId="18D24F61" w14:textId="77777777" w:rsidR="00AB5550" w:rsidRDefault="00AB5550" w:rsidP="00796E17">
      <w:pPr>
        <w:divId w:val="591360905"/>
        <w:rPr>
          <w:rStyle w:val="spelle"/>
        </w:rPr>
      </w:pPr>
    </w:p>
    <w:p w14:paraId="573C042B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3478CDD9" w14:textId="77777777" w:rsidR="0078204B" w:rsidRDefault="0078204B" w:rsidP="00796E17">
      <w:pPr>
        <w:divId w:val="591360905"/>
      </w:pPr>
    </w:p>
    <w:p w14:paraId="197DCAB6" w14:textId="77777777" w:rsidR="00796E17" w:rsidRPr="0078204B" w:rsidRDefault="00796E17" w:rsidP="00796E17">
      <w:pPr>
        <w:divId w:val="591360905"/>
      </w:pPr>
      <w:r w:rsidRPr="00AE65A1">
        <w:t xml:space="preserve">......................................... </w:t>
      </w:r>
      <w:r w:rsidRPr="00AE65A1">
        <w:tab/>
      </w:r>
      <w:r w:rsidRPr="00AE65A1">
        <w:tab/>
      </w:r>
      <w:r w:rsidRPr="00AE65A1">
        <w:tab/>
        <w:t> </w:t>
      </w:r>
      <w:r w:rsidRPr="00AE65A1">
        <w:tab/>
      </w:r>
      <w:r w:rsidRPr="00AE65A1">
        <w:tab/>
      </w:r>
      <w:r w:rsidRPr="00AE65A1">
        <w:tab/>
      </w:r>
      <w:r w:rsidRPr="00AE65A1">
        <w:tab/>
        <w:t>(</w:t>
      </w:r>
      <w:r w:rsidRPr="00AE65A1">
        <w:rPr>
          <w:rStyle w:val="spelle"/>
        </w:rPr>
        <w:t>подпис</w:t>
      </w:r>
      <w:r w:rsidR="00F24890" w:rsidRPr="00AE65A1">
        <w:rPr>
          <w:rStyle w:val="spelle"/>
        </w:rPr>
        <w:t xml:space="preserve"> и печат</w:t>
      </w:r>
      <w:r w:rsidRPr="00AE65A1">
        <w:t>)</w:t>
      </w:r>
    </w:p>
    <w:p w14:paraId="09D66989" w14:textId="77777777" w:rsidR="008B0F98" w:rsidRPr="0078204B" w:rsidRDefault="008B0F98">
      <w:pPr>
        <w:divId w:val="591360905"/>
        <w:rPr>
          <w:rFonts w:eastAsia="Times New Roman"/>
        </w:rPr>
      </w:pPr>
    </w:p>
    <w:p w14:paraId="019B4FD7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3E529EE2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2A60B4A" w14:textId="77777777" w:rsidR="008B0F98" w:rsidRPr="0078204B" w:rsidRDefault="008B0F98" w:rsidP="00493DA7">
      <w:pPr>
        <w:jc w:val="both"/>
        <w:divId w:val="591360905"/>
        <w:rPr>
          <w:rFonts w:eastAsia="Times New Roman"/>
        </w:rPr>
      </w:pPr>
    </w:p>
    <w:sectPr w:rsidR="008B0F98" w:rsidRPr="0078204B" w:rsidSect="00E343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C3C54B" w14:textId="77777777" w:rsidR="008C033D" w:rsidRDefault="008C033D" w:rsidP="007939FC">
      <w:r>
        <w:separator/>
      </w:r>
    </w:p>
  </w:endnote>
  <w:endnote w:type="continuationSeparator" w:id="0">
    <w:p w14:paraId="5E7AADA1" w14:textId="77777777" w:rsidR="008C033D" w:rsidRDefault="008C033D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40E6DF" w14:textId="77777777" w:rsidR="00E343EC" w:rsidRDefault="00E343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387C36" w14:textId="7B982E84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362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01D90A" w14:textId="77777777"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8EA10" w14:textId="77777777" w:rsidR="00E343EC" w:rsidRDefault="00E343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3803BA" w14:textId="77777777" w:rsidR="008C033D" w:rsidRDefault="008C033D" w:rsidP="007939FC">
      <w:r>
        <w:separator/>
      </w:r>
    </w:p>
  </w:footnote>
  <w:footnote w:type="continuationSeparator" w:id="0">
    <w:p w14:paraId="729D68A9" w14:textId="77777777" w:rsidR="008C033D" w:rsidRDefault="008C033D" w:rsidP="007939FC">
      <w:r>
        <w:continuationSeparator/>
      </w:r>
    </w:p>
  </w:footnote>
  <w:footnote w:id="1">
    <w:p w14:paraId="4C6274F9" w14:textId="2964C94E" w:rsidR="00741654" w:rsidRDefault="00741654" w:rsidP="00C24B2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</w:t>
      </w:r>
      <w:r w:rsidR="00493DA7">
        <w:t xml:space="preserve">САМО ЗАЕДНО </w:t>
      </w:r>
      <w:r>
        <w:t>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43A94" w14:textId="58F8A150" w:rsidR="00E343EC" w:rsidRDefault="008C033D">
    <w:pPr>
      <w:pStyle w:val="Header"/>
    </w:pPr>
    <w:r>
      <w:rPr>
        <w:noProof/>
      </w:rPr>
      <w:pict w14:anchorId="423DD3F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5417313" o:spid="_x0000_s2050" type="#_x0000_t136" style="position:absolute;margin-left:0;margin-top:0;width:479.65pt;height:159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FD33B" w14:textId="6EB365D6" w:rsidR="00E343EC" w:rsidRDefault="008C033D">
    <w:r>
      <w:rPr>
        <w:noProof/>
      </w:rPr>
      <w:pict w14:anchorId="7BEA831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5417314" o:spid="_x0000_s2051" type="#_x0000_t136" style="position:absolute;margin-left:0;margin-top:0;width:479.65pt;height:159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  <w:tbl>
    <w:tblPr>
      <w:tblW w:w="10080" w:type="dxa"/>
      <w:tblInd w:w="7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616"/>
      <w:gridCol w:w="209"/>
      <w:gridCol w:w="255"/>
    </w:tblGrid>
    <w:tr w:rsidR="00E343EC" w:rsidRPr="00E343EC" w14:paraId="23011137" w14:textId="77777777" w:rsidTr="007B236B">
      <w:trPr>
        <w:trHeight w:val="713"/>
      </w:trPr>
      <w:tc>
        <w:tcPr>
          <w:tcW w:w="9616" w:type="dxa"/>
          <w:hideMark/>
        </w:tcPr>
        <w:p w14:paraId="1F5F5164" w14:textId="77777777" w:rsidR="00E343EC" w:rsidRDefault="00E343EC"/>
        <w:tbl>
          <w:tblPr>
            <w:tblpPr w:leftFromText="141" w:rightFromText="141" w:horzAnchor="margin" w:tblpY="338"/>
            <w:tblOverlap w:val="never"/>
            <w:tblW w:w="8719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300"/>
            <w:gridCol w:w="1828"/>
            <w:gridCol w:w="3591"/>
          </w:tblGrid>
          <w:tr w:rsidR="00E343EC" w:rsidRPr="00E343EC" w14:paraId="08EBF0D9" w14:textId="77777777" w:rsidTr="00E343EC">
            <w:trPr>
              <w:trHeight w:val="352"/>
            </w:trPr>
            <w:tc>
              <w:tcPr>
                <w:tcW w:w="3300" w:type="dxa"/>
              </w:tcPr>
              <w:p w14:paraId="27816F80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8"/>
                    <w:szCs w:val="28"/>
                    <w:lang w:eastAsia="en-US"/>
                  </w:rPr>
                </w:pPr>
                <w:r w:rsidRPr="00E343EC">
                  <w:rPr>
                    <w:rFonts w:eastAsia="Times New Roman"/>
                    <w:i/>
                    <w:noProof/>
                    <w:sz w:val="20"/>
                    <w:szCs w:val="20"/>
                  </w:rPr>
                  <w:drawing>
                    <wp:inline distT="0" distB="0" distL="0" distR="0" wp14:anchorId="7AFE32E9" wp14:editId="04F3FCE0">
                      <wp:extent cx="2006600" cy="476854"/>
                      <wp:effectExtent l="0" t="0" r="0" b="0"/>
                      <wp:docPr id="328" name="Picture 3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63269" cy="4903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2B9F5233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4"/>
                    <w:szCs w:val="14"/>
                    <w:lang w:eastAsia="en-US"/>
                  </w:rPr>
                </w:pPr>
              </w:p>
              <w:p w14:paraId="1A213A0F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8"/>
                    <w:szCs w:val="18"/>
                    <w:lang w:eastAsia="en-US"/>
                  </w:rPr>
                </w:pPr>
              </w:p>
            </w:tc>
            <w:tc>
              <w:tcPr>
                <w:tcW w:w="1828" w:type="dxa"/>
              </w:tcPr>
              <w:p w14:paraId="07BD0886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  <w:t xml:space="preserve">             </w:t>
                </w:r>
              </w:p>
              <w:p w14:paraId="79FCC38F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3591" w:type="dxa"/>
              </w:tcPr>
              <w:p w14:paraId="70E73EB4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noProof/>
                    <w:sz w:val="22"/>
                    <w:szCs w:val="22"/>
                  </w:rPr>
                  <w:drawing>
                    <wp:inline distT="0" distB="0" distL="0" distR="0" wp14:anchorId="1F38C3F7" wp14:editId="5FC2A31C">
                      <wp:extent cx="2191590" cy="526211"/>
                      <wp:effectExtent l="0" t="0" r="0" b="7620"/>
                      <wp:docPr id="329" name="Picture 329" descr="pkip_horizontal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pkip_horizontal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r:link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196042" cy="527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725D8609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</w:tr>
        </w:tbl>
        <w:p w14:paraId="5E8365C2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14:paraId="71E3B4C4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14:paraId="479AB59E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</w:tc>
      <w:tc>
        <w:tcPr>
          <w:tcW w:w="209" w:type="dxa"/>
        </w:tcPr>
        <w:p w14:paraId="15365654" w14:textId="77777777"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val="en-US" w:eastAsia="en-US"/>
            </w:rPr>
          </w:pPr>
        </w:p>
      </w:tc>
      <w:tc>
        <w:tcPr>
          <w:tcW w:w="255" w:type="dxa"/>
          <w:hideMark/>
        </w:tcPr>
        <w:p w14:paraId="609A8584" w14:textId="77777777"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14:paraId="7E5D7042" w14:textId="77777777" w:rsidR="00E343EC" w:rsidRDefault="00E343EC" w:rsidP="00E343EC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00837" w14:textId="0A2E2B46" w:rsidR="00E343EC" w:rsidRDefault="008C033D">
    <w:pPr>
      <w:pStyle w:val="Header"/>
    </w:pPr>
    <w:r>
      <w:rPr>
        <w:noProof/>
      </w:rPr>
      <w:pict w14:anchorId="4BC2C5E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5417312" o:spid="_x0000_s2049" type="#_x0000_t136" style="position:absolute;margin-left:0;margin-top:0;width:479.65pt;height:159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11E6"/>
    <w:rsid w:val="0001235A"/>
    <w:rsid w:val="00025484"/>
    <w:rsid w:val="0003587E"/>
    <w:rsid w:val="00036896"/>
    <w:rsid w:val="000604C2"/>
    <w:rsid w:val="000711C4"/>
    <w:rsid w:val="00075533"/>
    <w:rsid w:val="00092EE2"/>
    <w:rsid w:val="000948FE"/>
    <w:rsid w:val="00095798"/>
    <w:rsid w:val="00096E2F"/>
    <w:rsid w:val="000B3FF1"/>
    <w:rsid w:val="000D005B"/>
    <w:rsid w:val="000D0380"/>
    <w:rsid w:val="000D1A37"/>
    <w:rsid w:val="000E3AF6"/>
    <w:rsid w:val="000F0104"/>
    <w:rsid w:val="000F6020"/>
    <w:rsid w:val="00113D52"/>
    <w:rsid w:val="00115DF1"/>
    <w:rsid w:val="00122139"/>
    <w:rsid w:val="00126579"/>
    <w:rsid w:val="00126AA3"/>
    <w:rsid w:val="0013559A"/>
    <w:rsid w:val="001375EB"/>
    <w:rsid w:val="00142A2E"/>
    <w:rsid w:val="00142F45"/>
    <w:rsid w:val="00147A43"/>
    <w:rsid w:val="0015324C"/>
    <w:rsid w:val="00182C81"/>
    <w:rsid w:val="00186385"/>
    <w:rsid w:val="001C0ED1"/>
    <w:rsid w:val="001C7C0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8797A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2F6E45"/>
    <w:rsid w:val="003103B2"/>
    <w:rsid w:val="0031276C"/>
    <w:rsid w:val="00324348"/>
    <w:rsid w:val="00330C94"/>
    <w:rsid w:val="003458C7"/>
    <w:rsid w:val="00351054"/>
    <w:rsid w:val="003542DD"/>
    <w:rsid w:val="00363F86"/>
    <w:rsid w:val="00376AE4"/>
    <w:rsid w:val="00382B4C"/>
    <w:rsid w:val="003A52E0"/>
    <w:rsid w:val="003A6E36"/>
    <w:rsid w:val="003A7026"/>
    <w:rsid w:val="003B26BE"/>
    <w:rsid w:val="003B53D7"/>
    <w:rsid w:val="003B543D"/>
    <w:rsid w:val="003F192E"/>
    <w:rsid w:val="003F4386"/>
    <w:rsid w:val="003F5BBA"/>
    <w:rsid w:val="00405121"/>
    <w:rsid w:val="00412917"/>
    <w:rsid w:val="004222BB"/>
    <w:rsid w:val="00444431"/>
    <w:rsid w:val="0045035E"/>
    <w:rsid w:val="00457B83"/>
    <w:rsid w:val="004907FC"/>
    <w:rsid w:val="00493DA7"/>
    <w:rsid w:val="0049694C"/>
    <w:rsid w:val="004A227B"/>
    <w:rsid w:val="004A76FD"/>
    <w:rsid w:val="004D0B97"/>
    <w:rsid w:val="004D1591"/>
    <w:rsid w:val="004D2A38"/>
    <w:rsid w:val="004D3B13"/>
    <w:rsid w:val="004E281A"/>
    <w:rsid w:val="004F5101"/>
    <w:rsid w:val="004F5BD2"/>
    <w:rsid w:val="004F63E0"/>
    <w:rsid w:val="00507C8F"/>
    <w:rsid w:val="005110C4"/>
    <w:rsid w:val="0055701D"/>
    <w:rsid w:val="00560F81"/>
    <w:rsid w:val="005612E7"/>
    <w:rsid w:val="00562CBE"/>
    <w:rsid w:val="00574AF4"/>
    <w:rsid w:val="00577B6D"/>
    <w:rsid w:val="005836C4"/>
    <w:rsid w:val="005913F2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40F9"/>
    <w:rsid w:val="00677017"/>
    <w:rsid w:val="00681053"/>
    <w:rsid w:val="00683183"/>
    <w:rsid w:val="00690261"/>
    <w:rsid w:val="0069123E"/>
    <w:rsid w:val="00692B39"/>
    <w:rsid w:val="006A59E9"/>
    <w:rsid w:val="006B4FCF"/>
    <w:rsid w:val="006C4679"/>
    <w:rsid w:val="006C6038"/>
    <w:rsid w:val="006F14C1"/>
    <w:rsid w:val="006F2A3C"/>
    <w:rsid w:val="006F630C"/>
    <w:rsid w:val="00707950"/>
    <w:rsid w:val="0071662D"/>
    <w:rsid w:val="00725195"/>
    <w:rsid w:val="00736886"/>
    <w:rsid w:val="00741654"/>
    <w:rsid w:val="00741FB2"/>
    <w:rsid w:val="00742EA1"/>
    <w:rsid w:val="00747C79"/>
    <w:rsid w:val="0075410F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C043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0CA9"/>
    <w:rsid w:val="00831BF2"/>
    <w:rsid w:val="00846F37"/>
    <w:rsid w:val="0085161B"/>
    <w:rsid w:val="00854086"/>
    <w:rsid w:val="00860140"/>
    <w:rsid w:val="008611AB"/>
    <w:rsid w:val="008651B1"/>
    <w:rsid w:val="00877AC9"/>
    <w:rsid w:val="008819C9"/>
    <w:rsid w:val="00891751"/>
    <w:rsid w:val="008A40DB"/>
    <w:rsid w:val="008A418F"/>
    <w:rsid w:val="008A7576"/>
    <w:rsid w:val="008B0F98"/>
    <w:rsid w:val="008B4990"/>
    <w:rsid w:val="008B715D"/>
    <w:rsid w:val="008C033D"/>
    <w:rsid w:val="008C21AF"/>
    <w:rsid w:val="008C377C"/>
    <w:rsid w:val="008D6999"/>
    <w:rsid w:val="008E311D"/>
    <w:rsid w:val="008E65C0"/>
    <w:rsid w:val="008E7769"/>
    <w:rsid w:val="009026FB"/>
    <w:rsid w:val="00904EA2"/>
    <w:rsid w:val="009161CD"/>
    <w:rsid w:val="00922552"/>
    <w:rsid w:val="0093131C"/>
    <w:rsid w:val="00933D88"/>
    <w:rsid w:val="00937638"/>
    <w:rsid w:val="00944949"/>
    <w:rsid w:val="00966436"/>
    <w:rsid w:val="00975CD3"/>
    <w:rsid w:val="00980EE5"/>
    <w:rsid w:val="0098481B"/>
    <w:rsid w:val="0098700F"/>
    <w:rsid w:val="00990BDE"/>
    <w:rsid w:val="009915FA"/>
    <w:rsid w:val="009A5AA0"/>
    <w:rsid w:val="009B18B7"/>
    <w:rsid w:val="009B74FD"/>
    <w:rsid w:val="009C3691"/>
    <w:rsid w:val="009C3D24"/>
    <w:rsid w:val="009C6199"/>
    <w:rsid w:val="009D1F2B"/>
    <w:rsid w:val="009D6AB9"/>
    <w:rsid w:val="009E7F6C"/>
    <w:rsid w:val="00A0741D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E4164"/>
    <w:rsid w:val="00AE65A1"/>
    <w:rsid w:val="00AF2A86"/>
    <w:rsid w:val="00B01193"/>
    <w:rsid w:val="00B03B64"/>
    <w:rsid w:val="00B116AE"/>
    <w:rsid w:val="00B2278F"/>
    <w:rsid w:val="00B22928"/>
    <w:rsid w:val="00B261C0"/>
    <w:rsid w:val="00B3479B"/>
    <w:rsid w:val="00B40C90"/>
    <w:rsid w:val="00B432CA"/>
    <w:rsid w:val="00B441E0"/>
    <w:rsid w:val="00B515A3"/>
    <w:rsid w:val="00B53AFD"/>
    <w:rsid w:val="00B75E20"/>
    <w:rsid w:val="00B844A1"/>
    <w:rsid w:val="00B87F23"/>
    <w:rsid w:val="00B902CD"/>
    <w:rsid w:val="00B95764"/>
    <w:rsid w:val="00B97E0E"/>
    <w:rsid w:val="00BA2942"/>
    <w:rsid w:val="00BB1C3E"/>
    <w:rsid w:val="00BB4D7F"/>
    <w:rsid w:val="00BB58DD"/>
    <w:rsid w:val="00BC2A34"/>
    <w:rsid w:val="00BE1328"/>
    <w:rsid w:val="00BE1714"/>
    <w:rsid w:val="00BF2790"/>
    <w:rsid w:val="00C0246E"/>
    <w:rsid w:val="00C04428"/>
    <w:rsid w:val="00C12D77"/>
    <w:rsid w:val="00C233C1"/>
    <w:rsid w:val="00C24B2F"/>
    <w:rsid w:val="00C26D02"/>
    <w:rsid w:val="00C40D32"/>
    <w:rsid w:val="00C52FE4"/>
    <w:rsid w:val="00C737A8"/>
    <w:rsid w:val="00C81C64"/>
    <w:rsid w:val="00C909B2"/>
    <w:rsid w:val="00C95245"/>
    <w:rsid w:val="00C95438"/>
    <w:rsid w:val="00CA03F0"/>
    <w:rsid w:val="00CB07F2"/>
    <w:rsid w:val="00CD4AD3"/>
    <w:rsid w:val="00CF6F29"/>
    <w:rsid w:val="00D1175D"/>
    <w:rsid w:val="00D132A9"/>
    <w:rsid w:val="00D14627"/>
    <w:rsid w:val="00D17DC1"/>
    <w:rsid w:val="00D2060E"/>
    <w:rsid w:val="00D240CA"/>
    <w:rsid w:val="00D306F5"/>
    <w:rsid w:val="00D367B7"/>
    <w:rsid w:val="00D63F97"/>
    <w:rsid w:val="00D777FF"/>
    <w:rsid w:val="00D845EA"/>
    <w:rsid w:val="00D8721C"/>
    <w:rsid w:val="00DA31C4"/>
    <w:rsid w:val="00DC6097"/>
    <w:rsid w:val="00DD29F2"/>
    <w:rsid w:val="00DD5C2C"/>
    <w:rsid w:val="00DF27FC"/>
    <w:rsid w:val="00DF2B3E"/>
    <w:rsid w:val="00DF313A"/>
    <w:rsid w:val="00E014D5"/>
    <w:rsid w:val="00E032FA"/>
    <w:rsid w:val="00E03469"/>
    <w:rsid w:val="00E0507A"/>
    <w:rsid w:val="00E05891"/>
    <w:rsid w:val="00E06558"/>
    <w:rsid w:val="00E12D7E"/>
    <w:rsid w:val="00E16B8C"/>
    <w:rsid w:val="00E343EC"/>
    <w:rsid w:val="00E36EE8"/>
    <w:rsid w:val="00E50CDC"/>
    <w:rsid w:val="00E5594C"/>
    <w:rsid w:val="00E61FEE"/>
    <w:rsid w:val="00E720B7"/>
    <w:rsid w:val="00E76B8B"/>
    <w:rsid w:val="00E76F1C"/>
    <w:rsid w:val="00E874D9"/>
    <w:rsid w:val="00E975B1"/>
    <w:rsid w:val="00EA52A1"/>
    <w:rsid w:val="00EC362E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3217D"/>
    <w:rsid w:val="00F40877"/>
    <w:rsid w:val="00F42BED"/>
    <w:rsid w:val="00F45A2E"/>
    <w:rsid w:val="00F552B9"/>
    <w:rsid w:val="00F60BE1"/>
    <w:rsid w:val="00F67340"/>
    <w:rsid w:val="00F721FA"/>
    <w:rsid w:val="00F74EE9"/>
    <w:rsid w:val="00F835A9"/>
    <w:rsid w:val="00F97FFD"/>
    <w:rsid w:val="00FA4A96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2664F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5F46C-99C1-4667-9F96-2835CF789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2023-06-09T15:46:00Z</dcterms:created>
  <dcterms:modified xsi:type="dcterms:W3CDTF">2025-04-17T07:29:00Z</dcterms:modified>
</cp:coreProperties>
</file>