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04B" w:rsidRPr="0078204B" w:rsidRDefault="007662EC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4483238</wp:posOffset>
                </wp:positionH>
                <wp:positionV relativeFrom="paragraph">
                  <wp:posOffset>-430061</wp:posOffset>
                </wp:positionV>
                <wp:extent cx="1550504" cy="254442"/>
                <wp:effectExtent l="0" t="0" r="1206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504" cy="254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Default="007662EC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F023D7">
                              <w:rPr>
                                <w:b/>
                              </w:rPr>
                              <w:t xml:space="preserve"> </w:t>
                            </w:r>
                            <w:r w:rsidR="0070699F">
                              <w:rPr>
                                <w:b/>
                              </w:rPr>
                              <w:t>10</w:t>
                            </w:r>
                          </w:p>
                          <w:p w:rsidR="009D3CA7" w:rsidRPr="009D3CA7" w:rsidRDefault="009D3CA7" w:rsidP="007662EC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pt;margin-top:-33.85pt;width:122.1pt;height: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">
                <v:textbox>
                  <w:txbxContent>
                    <w:p w:rsidR="007662EC" w:rsidRDefault="007662EC" w:rsidP="007662E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F023D7">
                        <w:rPr>
                          <w:b/>
                        </w:rPr>
                        <w:t xml:space="preserve"> </w:t>
                      </w:r>
                      <w:r w:rsidR="0070699F">
                        <w:rPr>
                          <w:b/>
                        </w:rPr>
                        <w:t>10</w:t>
                      </w:r>
                    </w:p>
                    <w:p w:rsidR="009D3CA7" w:rsidRPr="009D3CA7" w:rsidRDefault="009D3CA7" w:rsidP="007662EC">
                      <w:pPr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222175" w:rsidRDefault="00796E17" w:rsidP="00796E17">
      <w:pPr>
        <w:pStyle w:val="NormalWeb"/>
        <w:spacing w:after="240" w:afterAutospacing="0"/>
        <w:jc w:val="center"/>
        <w:divId w:val="591360905"/>
        <w:rPr>
          <w:i/>
          <w:sz w:val="22"/>
          <w:szCs w:val="22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222175">
        <w:rPr>
          <w:i/>
          <w:sz w:val="22"/>
          <w:szCs w:val="22"/>
        </w:rPr>
        <w:t>(</w:t>
      </w:r>
      <w:r w:rsidRPr="00222175">
        <w:rPr>
          <w:rStyle w:val="spelle"/>
          <w:i/>
          <w:sz w:val="22"/>
          <w:szCs w:val="22"/>
        </w:rPr>
        <w:t>име</w:t>
      </w:r>
      <w:r w:rsidRPr="00222175">
        <w:rPr>
          <w:i/>
          <w:sz w:val="22"/>
          <w:szCs w:val="22"/>
        </w:rPr>
        <w:t xml:space="preserve">, </w:t>
      </w:r>
      <w:r w:rsidRPr="00222175">
        <w:rPr>
          <w:rStyle w:val="spelle"/>
          <w:i/>
          <w:sz w:val="22"/>
          <w:szCs w:val="22"/>
        </w:rPr>
        <w:t>презиме</w:t>
      </w:r>
      <w:r w:rsidRPr="00222175">
        <w:rPr>
          <w:i/>
          <w:sz w:val="22"/>
          <w:szCs w:val="22"/>
        </w:rPr>
        <w:t xml:space="preserve">, </w:t>
      </w:r>
      <w:r w:rsidRPr="00222175">
        <w:rPr>
          <w:rStyle w:val="spelle"/>
          <w:i/>
          <w:sz w:val="22"/>
          <w:szCs w:val="22"/>
        </w:rPr>
        <w:t>фамилия</w:t>
      </w:r>
      <w:r w:rsidRPr="00222175">
        <w:rPr>
          <w:i/>
          <w:sz w:val="22"/>
          <w:szCs w:val="22"/>
        </w:rPr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ЕГН</w:t>
      </w:r>
      <w:r w:rsidR="00222175">
        <w:t xml:space="preserve"> </w:t>
      </w:r>
      <w:r w:rsidRPr="0078204B">
        <w:t xml:space="preserve">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</w:t>
      </w:r>
      <w:r w:rsidR="00222175">
        <w:t xml:space="preserve"> </w:t>
      </w:r>
      <w:r w:rsidRPr="0078204B">
        <w:t>...............</w:t>
      </w:r>
      <w:r w:rsidR="00677017" w:rsidRPr="0078204B">
        <w:t xml:space="preserve">.............................., </w:t>
      </w:r>
    </w:p>
    <w:p w:rsidR="00222175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="00222175">
        <w:t xml:space="preserve">............ г. </w:t>
      </w:r>
      <w:r w:rsidRPr="0078204B">
        <w:t xml:space="preserve">от </w:t>
      </w:r>
      <w:r w:rsidR="00222175">
        <w:t>.</w:t>
      </w:r>
      <w:r w:rsidRPr="0078204B">
        <w:t>.............</w:t>
      </w:r>
      <w:r w:rsidR="00E16B8C" w:rsidRPr="0078204B">
        <w:t>.............</w:t>
      </w:r>
      <w:r w:rsidRPr="0078204B">
        <w:t>.............................</w:t>
      </w:r>
      <w:r w:rsidR="00222175">
        <w:t>.......................</w:t>
      </w:r>
      <w:r w:rsidRPr="0078204B">
        <w:t>,</w:t>
      </w:r>
    </w:p>
    <w:p w:rsidR="00222175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...........................................</w:t>
      </w:r>
      <w:r w:rsidR="00222175">
        <w:t>..........................................................................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.....</w:t>
      </w:r>
      <w:r w:rsidR="00F023D7">
        <w:t>........</w:t>
      </w:r>
      <w:r w:rsidR="00222175">
        <w:t>.............................................</w:t>
      </w:r>
      <w:r w:rsidRPr="0078204B">
        <w:t xml:space="preserve">, </w:t>
      </w:r>
    </w:p>
    <w:p w:rsidR="00796E17" w:rsidRDefault="00E44055" w:rsidP="00796E17">
      <w:pPr>
        <w:pStyle w:val="NormalWeb"/>
        <w:jc w:val="both"/>
        <w:divId w:val="591360905"/>
      </w:pPr>
      <w:r>
        <w:t>БУЛСТАТ</w:t>
      </w:r>
      <w:r w:rsidR="00796E17" w:rsidRPr="0078204B">
        <w:t xml:space="preserve"> ......................</w:t>
      </w:r>
      <w:r w:rsidR="003F4386" w:rsidRPr="0078204B">
        <w:t xml:space="preserve">.............................., </w:t>
      </w:r>
    </w:p>
    <w:p w:rsidR="000D4189" w:rsidRDefault="003F4D04" w:rsidP="00222175">
      <w:pPr>
        <w:pStyle w:val="NormalWeb"/>
        <w:numPr>
          <w:ilvl w:val="0"/>
          <w:numId w:val="25"/>
        </w:numPr>
        <w:spacing w:after="120" w:afterAutospacing="0"/>
        <w:ind w:left="215" w:hanging="357"/>
        <w:jc w:val="both"/>
        <w:divId w:val="591360905"/>
      </w:pPr>
      <w:r>
        <w:t>Упълномощавам:</w:t>
      </w:r>
    </w:p>
    <w:p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 w:rsidR="00F023D7">
        <w:t>.....</w:t>
      </w:r>
    </w:p>
    <w:p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 xml:space="preserve">по </w:t>
      </w:r>
      <w:r w:rsidR="006A4597" w:rsidRPr="0078204B">
        <w:t xml:space="preserve">процедура </w:t>
      </w:r>
      <w:r w:rsidR="006A4597" w:rsidRPr="00970AA2">
        <w:t xml:space="preserve">чрез директно предоставяне на безвъзмездна финансова помощ </w:t>
      </w:r>
      <w:r w:rsidR="00627047" w:rsidRPr="00627047">
        <w:rPr>
          <w:b/>
          <w:lang w:val="en-US"/>
        </w:rPr>
        <w:t>BG16RFPR001-1.007 „Насърчаване заявяването и защитата на права по индустриална собственост от страна на МСП чрез подпомагане дейността на Патентно ведомство на Република България“</w:t>
      </w:r>
      <w:bookmarkStart w:id="0" w:name="_GoBack"/>
      <w:bookmarkEnd w:id="0"/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</w:t>
      </w:r>
    </w:p>
    <w:p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 w:rsidR="00F023D7">
        <w:t>..</w:t>
      </w:r>
    </w:p>
    <w:p w:rsidR="00F22863" w:rsidRDefault="00F22863" w:rsidP="00F22863">
      <w:pPr>
        <w:pStyle w:val="NormalWeb"/>
        <w:spacing w:after="0" w:afterAutospacing="0"/>
        <w:divId w:val="591360905"/>
      </w:pPr>
      <w:r>
        <w:lastRenderedPageBreak/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F023D7">
        <w:t>.</w:t>
      </w:r>
    </w:p>
    <w:p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…………………………………………</w:t>
      </w:r>
      <w:r w:rsidR="00F023D7">
        <w:t>.</w:t>
      </w:r>
      <w:r>
        <w:t>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F023D7">
        <w:t>...</w:t>
      </w:r>
      <w:r w:rsidRPr="000F6020">
        <w:t xml:space="preserve"> </w:t>
      </w:r>
    </w:p>
    <w:p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</w:t>
      </w:r>
      <w:r w:rsidR="00F023D7">
        <w:t>...</w:t>
      </w:r>
    </w:p>
    <w:p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</w:p>
    <w:p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Pr="006A4597" w:rsidRDefault="003F4D04" w:rsidP="006A4597">
      <w:pPr>
        <w:pStyle w:val="NormalWeb"/>
        <w:spacing w:after="120" w:afterAutospacing="0"/>
        <w:ind w:right="17"/>
        <w:jc w:val="both"/>
        <w:divId w:val="591360905"/>
        <w:rPr>
          <w:b/>
        </w:rPr>
      </w:pPr>
      <w:r w:rsidRPr="006A4597">
        <w:rPr>
          <w:b/>
        </w:rPr>
        <w:t xml:space="preserve">Заявявам, че: </w:t>
      </w:r>
    </w:p>
    <w:p w:rsidR="003F4D04" w:rsidRDefault="003F4D04" w:rsidP="006A4597">
      <w:pPr>
        <w:pStyle w:val="NormalWeb"/>
        <w:numPr>
          <w:ilvl w:val="0"/>
          <w:numId w:val="31"/>
        </w:numPr>
        <w:spacing w:before="12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F24890" w:rsidP="00796E17">
      <w:pPr>
        <w:divId w:val="591360905"/>
      </w:pPr>
      <w:r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="00796E17" w:rsidRPr="0078204B">
        <w:t>:</w:t>
      </w:r>
    </w:p>
    <w:p w:rsidR="0078204B" w:rsidRDefault="0078204B" w:rsidP="00796E17">
      <w:pPr>
        <w:divId w:val="591360905"/>
      </w:pP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234" w:rsidRDefault="00E64234" w:rsidP="007939FC">
      <w:r>
        <w:separator/>
      </w:r>
    </w:p>
  </w:endnote>
  <w:endnote w:type="continuationSeparator" w:id="0">
    <w:p w:rsidR="00E64234" w:rsidRDefault="00E6423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0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234" w:rsidRDefault="00E64234" w:rsidP="007939FC">
      <w:r>
        <w:separator/>
      </w:r>
    </w:p>
  </w:footnote>
  <w:footnote w:type="continuationSeparator" w:id="0">
    <w:p w:rsidR="00E64234" w:rsidRDefault="00E64234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733E7">
        <w:t>З</w:t>
      </w:r>
      <w:r>
        <w:t xml:space="preserve">аявлението се попълва и подписва </w:t>
      </w:r>
      <w:r w:rsidR="009C17DF">
        <w:t>от представляващия кандидата.</w:t>
      </w:r>
      <w:r w:rsidR="00A733E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</w:p>
      </w:tc>
      <w:tc>
        <w:tcPr>
          <w:tcW w:w="1823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</w:tr>
  </w:tbl>
  <w:tbl>
    <w:tblPr>
      <w:tblStyle w:val="TableGrid1"/>
      <w:tblW w:w="949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AB4211" w:rsidTr="00AB4211">
      <w:tc>
        <w:tcPr>
          <w:tcW w:w="4748" w:type="dxa"/>
        </w:tcPr>
        <w:p w:rsidR="00AB4211" w:rsidRDefault="00AB4211" w:rsidP="00AB4211">
          <w:pPr>
            <w:pStyle w:val="Header"/>
          </w:pPr>
          <w:r w:rsidRPr="00C9376E">
            <w:rPr>
              <w:i/>
              <w:noProof/>
            </w:rPr>
            <w:drawing>
              <wp:inline distT="0" distB="0" distL="0" distR="0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AB4211" w:rsidRDefault="001311DA" w:rsidP="00AB4211">
          <w:pPr>
            <w:pStyle w:val="Head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082D50">
            <w:rPr>
              <w:noProof/>
            </w:rPr>
            <w:fldChar w:fldCharType="begin"/>
          </w:r>
          <w:r w:rsidR="00082D50">
            <w:rPr>
              <w:noProof/>
            </w:rPr>
            <w:instrText xml:space="preserve"> INCLUDEPICTURE  "cid:image001.png@01D8FB39.06A872C0" \* MERGEFORMATINET </w:instrText>
          </w:r>
          <w:r w:rsidR="00082D50">
            <w:rPr>
              <w:noProof/>
            </w:rPr>
            <w:fldChar w:fldCharType="separate"/>
          </w:r>
          <w:r w:rsidR="0083266E">
            <w:rPr>
              <w:noProof/>
            </w:rPr>
            <w:fldChar w:fldCharType="begin"/>
          </w:r>
          <w:r w:rsidR="0083266E">
            <w:rPr>
              <w:noProof/>
            </w:rPr>
            <w:instrText xml:space="preserve"> INCLUDEPICTURE  "cid:image001.png@01D8FB39.06A872C0" \* MERGEFORMATINET </w:instrText>
          </w:r>
          <w:r w:rsidR="0083266E">
            <w:rPr>
              <w:noProof/>
            </w:rPr>
            <w:fldChar w:fldCharType="separate"/>
          </w:r>
          <w:r w:rsidR="00F318F0">
            <w:rPr>
              <w:noProof/>
            </w:rPr>
            <w:fldChar w:fldCharType="begin"/>
          </w:r>
          <w:r w:rsidR="00F318F0">
            <w:rPr>
              <w:noProof/>
            </w:rPr>
            <w:instrText xml:space="preserve"> INCLUDEPICTURE  "cid:image001.png@01D8FB39.06A872C0" \* MERGEFORMATINET </w:instrText>
          </w:r>
          <w:r w:rsidR="00F318F0">
            <w:rPr>
              <w:noProof/>
            </w:rPr>
            <w:fldChar w:fldCharType="separate"/>
          </w:r>
          <w:r w:rsidR="00FF27A5">
            <w:rPr>
              <w:noProof/>
            </w:rPr>
            <w:fldChar w:fldCharType="begin"/>
          </w:r>
          <w:r w:rsidR="00FF27A5">
            <w:rPr>
              <w:noProof/>
            </w:rPr>
            <w:instrText xml:space="preserve"> INCLUDEPICTURE  "cid:image001.png@01D8FB39.06A872C0" \* MERGEFORMATINET </w:instrText>
          </w:r>
          <w:r w:rsidR="00FF27A5">
            <w:rPr>
              <w:noProof/>
            </w:rPr>
            <w:fldChar w:fldCharType="separate"/>
          </w:r>
          <w:r w:rsidR="00B54FE7">
            <w:rPr>
              <w:noProof/>
            </w:rPr>
            <w:fldChar w:fldCharType="begin"/>
          </w:r>
          <w:r w:rsidR="00B54FE7">
            <w:rPr>
              <w:noProof/>
            </w:rPr>
            <w:instrText xml:space="preserve"> INCLUDEPICTURE  "cid:image001.png@01D8FB39.06A872C0" \* MERGEFORMATINET </w:instrText>
          </w:r>
          <w:r w:rsidR="00B54FE7">
            <w:rPr>
              <w:noProof/>
            </w:rPr>
            <w:fldChar w:fldCharType="separate"/>
          </w:r>
          <w:r w:rsidR="00CC1D60">
            <w:rPr>
              <w:noProof/>
            </w:rPr>
            <w:fldChar w:fldCharType="begin"/>
          </w:r>
          <w:r w:rsidR="00CC1D60">
            <w:rPr>
              <w:noProof/>
            </w:rPr>
            <w:instrText xml:space="preserve"> INCLUDEPICTURE  "cid:image001.png@01D8FB39.06A872C0" \* MERGEFORMATINET </w:instrText>
          </w:r>
          <w:r w:rsidR="00CC1D60">
            <w:rPr>
              <w:noProof/>
            </w:rPr>
            <w:fldChar w:fldCharType="separate"/>
          </w:r>
          <w:r w:rsidR="000319F6">
            <w:rPr>
              <w:noProof/>
            </w:rPr>
            <w:fldChar w:fldCharType="begin"/>
          </w:r>
          <w:r w:rsidR="000319F6">
            <w:rPr>
              <w:noProof/>
            </w:rPr>
            <w:instrText xml:space="preserve"> INCLUDEPICTURE  "cid:image001.png@01D8FB39.06A872C0" \* MERGEFORMATINET </w:instrText>
          </w:r>
          <w:r w:rsidR="000319F6">
            <w:rPr>
              <w:noProof/>
            </w:rPr>
            <w:fldChar w:fldCharType="separate"/>
          </w:r>
          <w:r w:rsidR="00591C4D">
            <w:rPr>
              <w:noProof/>
            </w:rPr>
            <w:fldChar w:fldCharType="begin"/>
          </w:r>
          <w:r w:rsidR="00591C4D">
            <w:rPr>
              <w:noProof/>
            </w:rPr>
            <w:instrText xml:space="preserve"> INCLUDEPICTURE  "cid:image001.png@01D8FB39.06A872C0" \* MERGEFORMATINET </w:instrText>
          </w:r>
          <w:r w:rsidR="00591C4D">
            <w:rPr>
              <w:noProof/>
            </w:rPr>
            <w:fldChar w:fldCharType="separate"/>
          </w:r>
          <w:r w:rsidR="00994BDD">
            <w:rPr>
              <w:noProof/>
            </w:rPr>
            <w:fldChar w:fldCharType="begin"/>
          </w:r>
          <w:r w:rsidR="00994BDD">
            <w:rPr>
              <w:noProof/>
            </w:rPr>
            <w:instrText xml:space="preserve"> INCLUDEPICTURE  "cid:image001.png@01D8FB39.06A872C0" \* MERGEFORMATINET </w:instrText>
          </w:r>
          <w:r w:rsidR="00994BDD">
            <w:rPr>
              <w:noProof/>
            </w:rPr>
            <w:fldChar w:fldCharType="separate"/>
          </w:r>
          <w:r w:rsidR="00E64234">
            <w:rPr>
              <w:noProof/>
            </w:rPr>
            <w:fldChar w:fldCharType="begin"/>
          </w:r>
          <w:r w:rsidR="00E64234">
            <w:rPr>
              <w:noProof/>
            </w:rPr>
            <w:instrText xml:space="preserve"> </w:instrText>
          </w:r>
          <w:r w:rsidR="00E64234">
            <w:rPr>
              <w:noProof/>
            </w:rPr>
            <w:instrText>INCLUDEPICTURE  "cid:image001.png@01D8FB39.06A872C0" \* MERGEFORMATINET</w:instrText>
          </w:r>
          <w:r w:rsidR="00E64234">
            <w:rPr>
              <w:noProof/>
            </w:rPr>
            <w:instrText xml:space="preserve"> </w:instrText>
          </w:r>
          <w:r w:rsidR="00E64234">
            <w:rPr>
              <w:noProof/>
            </w:rPr>
            <w:fldChar w:fldCharType="separate"/>
          </w:r>
          <w:r w:rsidR="00627047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1.75pt;height:41.25pt;visibility:visible">
                <v:imagedata r:id="rId2" r:href="rId3"/>
              </v:shape>
            </w:pict>
          </w:r>
          <w:r w:rsidR="00E64234">
            <w:rPr>
              <w:noProof/>
            </w:rPr>
            <w:fldChar w:fldCharType="end"/>
          </w:r>
          <w:r w:rsidR="00994BDD">
            <w:rPr>
              <w:noProof/>
            </w:rPr>
            <w:fldChar w:fldCharType="end"/>
          </w:r>
          <w:r w:rsidR="00591C4D">
            <w:rPr>
              <w:noProof/>
            </w:rPr>
            <w:fldChar w:fldCharType="end"/>
          </w:r>
          <w:r w:rsidR="000319F6">
            <w:rPr>
              <w:noProof/>
            </w:rPr>
            <w:fldChar w:fldCharType="end"/>
          </w:r>
          <w:r w:rsidR="00CC1D60">
            <w:rPr>
              <w:noProof/>
            </w:rPr>
            <w:fldChar w:fldCharType="end"/>
          </w:r>
          <w:r w:rsidR="00B54FE7">
            <w:rPr>
              <w:noProof/>
            </w:rPr>
            <w:fldChar w:fldCharType="end"/>
          </w:r>
          <w:r w:rsidR="00FF27A5">
            <w:rPr>
              <w:noProof/>
            </w:rPr>
            <w:fldChar w:fldCharType="end"/>
          </w:r>
          <w:r w:rsidR="00F318F0">
            <w:rPr>
              <w:noProof/>
            </w:rPr>
            <w:fldChar w:fldCharType="end"/>
          </w:r>
          <w:r w:rsidR="0083266E">
            <w:rPr>
              <w:noProof/>
            </w:rPr>
            <w:fldChar w:fldCharType="end"/>
          </w:r>
          <w:r w:rsidR="00082D50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01E9E"/>
    <w:rsid w:val="0001235A"/>
    <w:rsid w:val="000319F6"/>
    <w:rsid w:val="0003587E"/>
    <w:rsid w:val="00036896"/>
    <w:rsid w:val="000711C4"/>
    <w:rsid w:val="00075533"/>
    <w:rsid w:val="00082D50"/>
    <w:rsid w:val="00092EE2"/>
    <w:rsid w:val="00095798"/>
    <w:rsid w:val="00096E2F"/>
    <w:rsid w:val="000B3FF1"/>
    <w:rsid w:val="000D005B"/>
    <w:rsid w:val="000D0380"/>
    <w:rsid w:val="000D1A37"/>
    <w:rsid w:val="000D2B22"/>
    <w:rsid w:val="000D4189"/>
    <w:rsid w:val="000F0104"/>
    <w:rsid w:val="000F6020"/>
    <w:rsid w:val="00103CC6"/>
    <w:rsid w:val="00113D52"/>
    <w:rsid w:val="00115DF1"/>
    <w:rsid w:val="001170C8"/>
    <w:rsid w:val="00126579"/>
    <w:rsid w:val="00126AA3"/>
    <w:rsid w:val="001311DA"/>
    <w:rsid w:val="0013559A"/>
    <w:rsid w:val="00147A43"/>
    <w:rsid w:val="0015324C"/>
    <w:rsid w:val="00180739"/>
    <w:rsid w:val="00181C14"/>
    <w:rsid w:val="00182C81"/>
    <w:rsid w:val="00186385"/>
    <w:rsid w:val="001E4106"/>
    <w:rsid w:val="001E63D0"/>
    <w:rsid w:val="00222175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808AE"/>
    <w:rsid w:val="004907FC"/>
    <w:rsid w:val="00496DE8"/>
    <w:rsid w:val="004A76FD"/>
    <w:rsid w:val="004D0B97"/>
    <w:rsid w:val="004D1591"/>
    <w:rsid w:val="004D2A38"/>
    <w:rsid w:val="004E281A"/>
    <w:rsid w:val="004F5101"/>
    <w:rsid w:val="004F5BD2"/>
    <w:rsid w:val="00501DB7"/>
    <w:rsid w:val="00507C8F"/>
    <w:rsid w:val="005110C4"/>
    <w:rsid w:val="00560F81"/>
    <w:rsid w:val="005612E7"/>
    <w:rsid w:val="00562CBE"/>
    <w:rsid w:val="00574AF4"/>
    <w:rsid w:val="00577B6D"/>
    <w:rsid w:val="005836C4"/>
    <w:rsid w:val="00591C4D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27047"/>
    <w:rsid w:val="00676DE8"/>
    <w:rsid w:val="00677017"/>
    <w:rsid w:val="00681053"/>
    <w:rsid w:val="00683183"/>
    <w:rsid w:val="00690261"/>
    <w:rsid w:val="0069123E"/>
    <w:rsid w:val="006A4597"/>
    <w:rsid w:val="006A59E9"/>
    <w:rsid w:val="006B4FCF"/>
    <w:rsid w:val="006F2A3C"/>
    <w:rsid w:val="006F630C"/>
    <w:rsid w:val="0070699F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266E"/>
    <w:rsid w:val="00836C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61A"/>
    <w:rsid w:val="008B0F98"/>
    <w:rsid w:val="008B4990"/>
    <w:rsid w:val="008B715D"/>
    <w:rsid w:val="008C0D23"/>
    <w:rsid w:val="008C21AF"/>
    <w:rsid w:val="008C2D63"/>
    <w:rsid w:val="008C377C"/>
    <w:rsid w:val="008D6999"/>
    <w:rsid w:val="008E65C0"/>
    <w:rsid w:val="008E66D4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94BDD"/>
    <w:rsid w:val="009B18B7"/>
    <w:rsid w:val="009C17DF"/>
    <w:rsid w:val="009C3D24"/>
    <w:rsid w:val="009C6199"/>
    <w:rsid w:val="009D1F2B"/>
    <w:rsid w:val="009D3CA7"/>
    <w:rsid w:val="009E259B"/>
    <w:rsid w:val="00A0741D"/>
    <w:rsid w:val="00A10599"/>
    <w:rsid w:val="00A1395F"/>
    <w:rsid w:val="00A1772A"/>
    <w:rsid w:val="00A33005"/>
    <w:rsid w:val="00A345F9"/>
    <w:rsid w:val="00A36CEB"/>
    <w:rsid w:val="00A46A58"/>
    <w:rsid w:val="00A53ED3"/>
    <w:rsid w:val="00A55C23"/>
    <w:rsid w:val="00A733E7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4211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2F"/>
    <w:rsid w:val="00B261C0"/>
    <w:rsid w:val="00B403B3"/>
    <w:rsid w:val="00B40C90"/>
    <w:rsid w:val="00B432CA"/>
    <w:rsid w:val="00B53AFD"/>
    <w:rsid w:val="00B54FE7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1D60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DF39BA"/>
    <w:rsid w:val="00E014D5"/>
    <w:rsid w:val="00E03469"/>
    <w:rsid w:val="00E0507A"/>
    <w:rsid w:val="00E05891"/>
    <w:rsid w:val="00E06558"/>
    <w:rsid w:val="00E12D7E"/>
    <w:rsid w:val="00E16B8C"/>
    <w:rsid w:val="00E35D75"/>
    <w:rsid w:val="00E36EE8"/>
    <w:rsid w:val="00E44055"/>
    <w:rsid w:val="00E5594C"/>
    <w:rsid w:val="00E64234"/>
    <w:rsid w:val="00E720B7"/>
    <w:rsid w:val="00E76F1C"/>
    <w:rsid w:val="00ED142A"/>
    <w:rsid w:val="00ED7F1B"/>
    <w:rsid w:val="00EE16C4"/>
    <w:rsid w:val="00EE28EC"/>
    <w:rsid w:val="00EE2C71"/>
    <w:rsid w:val="00EF774C"/>
    <w:rsid w:val="00F023D7"/>
    <w:rsid w:val="00F10AE0"/>
    <w:rsid w:val="00F10DB9"/>
    <w:rsid w:val="00F22863"/>
    <w:rsid w:val="00F24890"/>
    <w:rsid w:val="00F30335"/>
    <w:rsid w:val="00F318F0"/>
    <w:rsid w:val="00F40877"/>
    <w:rsid w:val="00F42BED"/>
    <w:rsid w:val="00F552B9"/>
    <w:rsid w:val="00F55AFB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27A5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  <w:style w:type="table" w:customStyle="1" w:styleId="TableGrid1">
    <w:name w:val="Table Grid1"/>
    <w:basedOn w:val="TableNormal"/>
    <w:next w:val="TableGrid"/>
    <w:uiPriority w:val="59"/>
    <w:rsid w:val="00AB42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D9910-FDA1-4F8E-AA04-AC3F80196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2024-06-05T14:17:00Z</dcterms:created>
  <dcterms:modified xsi:type="dcterms:W3CDTF">2024-11-13T13:40:00Z</dcterms:modified>
</cp:coreProperties>
</file>