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41EC" w:rsidRPr="00B241EC" w:rsidRDefault="001508FD" w:rsidP="00B241EC">
      <w:pPr>
        <w:jc w:val="right"/>
        <w:rPr>
          <w:b/>
          <w:i/>
        </w:rPr>
      </w:pPr>
      <w:bookmarkStart w:id="0" w:name="_GoBack"/>
      <w:bookmarkEnd w:id="0"/>
      <w:r>
        <w:rPr>
          <w:b/>
          <w:i/>
        </w:rPr>
        <w:t>Приложение</w:t>
      </w:r>
      <w:r w:rsidR="004D0CA7">
        <w:rPr>
          <w:b/>
          <w:i/>
        </w:rPr>
        <w:t xml:space="preserve"> </w:t>
      </w:r>
      <w:r w:rsidR="00AE576B">
        <w:rPr>
          <w:b/>
          <w:i/>
        </w:rPr>
        <w:t>2</w:t>
      </w:r>
      <w:r w:rsidR="00E01ECF">
        <w:rPr>
          <w:b/>
          <w:i/>
        </w:rPr>
        <w:t>3</w:t>
      </w:r>
    </w:p>
    <w:p w:rsidR="00C96A9E" w:rsidRDefault="00B47971" w:rsidP="00C96A9E">
      <w:r>
        <w:rPr>
          <w:lang w:val="en-US"/>
        </w:rPr>
        <w:t xml:space="preserve"> </w:t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  <w:r w:rsidR="00270CF7">
        <w:tab/>
      </w:r>
    </w:p>
    <w:p w:rsidR="00C96A9E" w:rsidRDefault="00C96A9E" w:rsidP="00C96A9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БАНКОВА ГАРАНЦИЯ ЗА АВАНСОВО ПЛАЩАНЕ</w:t>
      </w:r>
    </w:p>
    <w:p w:rsidR="00C4622A" w:rsidRDefault="000C1D54" w:rsidP="00C96A9E">
      <w:pPr>
        <w:spacing w:before="120"/>
        <w:jc w:val="both"/>
        <w:rPr>
          <w:lang w:val="en-US"/>
        </w:rPr>
      </w:pPr>
      <w:r>
        <w:tab/>
      </w:r>
    </w:p>
    <w:p w:rsidR="00C4622A" w:rsidRDefault="00C4622A" w:rsidP="00C96A9E">
      <w:pPr>
        <w:spacing w:before="120"/>
        <w:jc w:val="both"/>
        <w:rPr>
          <w:lang w:val="en-US"/>
        </w:rPr>
      </w:pPr>
    </w:p>
    <w:p w:rsidR="00C96A9E" w:rsidRDefault="000C1D54" w:rsidP="00C96A9E">
      <w:pPr>
        <w:spacing w:before="120"/>
        <w:jc w:val="both"/>
      </w:pPr>
      <w:r>
        <w:t>До</w:t>
      </w:r>
    </w:p>
    <w:p w:rsidR="00C96A9E" w:rsidRPr="00386D6E" w:rsidRDefault="0093748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Министерство на </w:t>
      </w:r>
      <w:r w:rsidR="00DF32D6">
        <w:t>иновациите и растежа</w:t>
      </w:r>
      <w:r w:rsidR="00382B02" w:rsidRPr="00386D6E">
        <w:t>, чрез Главна дирекция „Европейски фондове за конкурентоспос</w:t>
      </w:r>
      <w:r w:rsidR="00230CEA" w:rsidRPr="00386D6E">
        <w:t>обност</w:t>
      </w:r>
      <w:r w:rsidR="00382B02" w:rsidRPr="00386D6E">
        <w:t>“</w:t>
      </w:r>
      <w:r w:rsidR="00230CEA" w:rsidRPr="00386D6E">
        <w:t>, в качеството й на</w:t>
      </w:r>
      <w:r w:rsidR="00B27577" w:rsidRPr="00386D6E">
        <w:t xml:space="preserve"> </w:t>
      </w:r>
      <w:r w:rsidR="003E3F4C">
        <w:t>Управляващ</w:t>
      </w:r>
      <w:r w:rsidR="00230CEA" w:rsidRPr="00386D6E">
        <w:t xml:space="preserve"> орган </w:t>
      </w:r>
      <w:r w:rsidR="00B27577" w:rsidRPr="00386D6E">
        <w:t xml:space="preserve">по </w:t>
      </w:r>
      <w:r w:rsidR="00AE576B">
        <w:t>програма „К</w:t>
      </w:r>
      <w:r w:rsidR="00AE576B" w:rsidRPr="00AE576B">
        <w:t>онкурентоспособност и иновации в предприятията“ 2021-2027</w:t>
      </w:r>
      <w:r w:rsidR="00254EB2">
        <w:t xml:space="preserve"> г.</w:t>
      </w:r>
      <w:r w:rsidR="00AE576B">
        <w:t xml:space="preserve"> (ПКИП)</w:t>
      </w:r>
      <w:r w:rsidR="00230CEA" w:rsidRPr="00386D6E">
        <w:rPr>
          <w:lang w:val="ru-RU"/>
        </w:rPr>
        <w:t>,</w:t>
      </w:r>
      <w:r w:rsidR="003B1F4C">
        <w:rPr>
          <w:lang w:val="ru-RU"/>
        </w:rPr>
        <w:t xml:space="preserve"> </w:t>
      </w:r>
      <w:r w:rsidR="00230CEA" w:rsidRPr="00386D6E">
        <w:rPr>
          <w:lang w:val="ru-RU"/>
        </w:rPr>
        <w:t xml:space="preserve"> </w:t>
      </w:r>
      <w:r w:rsidR="00913CB7">
        <w:rPr>
          <w:lang w:val="ru-RU"/>
        </w:rPr>
        <w:t>гр. София,</w:t>
      </w:r>
      <w:r w:rsidR="003B1F4C">
        <w:rPr>
          <w:lang w:val="ru-RU"/>
        </w:rPr>
        <w:t xml:space="preserve"> </w:t>
      </w:r>
      <w:r w:rsidR="00913CB7" w:rsidRPr="00913CB7">
        <w:rPr>
          <w:lang w:val="ru-RU"/>
        </w:rPr>
        <w:t>ул. "</w:t>
      </w:r>
      <w:proofErr w:type="spellStart"/>
      <w:r w:rsidR="00913CB7" w:rsidRPr="00913CB7">
        <w:rPr>
          <w:lang w:val="ru-RU"/>
        </w:rPr>
        <w:t>Княз</w:t>
      </w:r>
      <w:proofErr w:type="spellEnd"/>
      <w:r w:rsidR="00913CB7" w:rsidRPr="00913CB7">
        <w:rPr>
          <w:lang w:val="ru-RU"/>
        </w:rPr>
        <w:t xml:space="preserve"> </w:t>
      </w:r>
      <w:proofErr w:type="spellStart"/>
      <w:r w:rsidR="00913CB7" w:rsidRPr="00913CB7">
        <w:rPr>
          <w:lang w:val="ru-RU"/>
        </w:rPr>
        <w:t>Александър</w:t>
      </w:r>
      <w:proofErr w:type="spellEnd"/>
      <w:r w:rsidR="00913CB7" w:rsidRPr="00913CB7">
        <w:rPr>
          <w:lang w:val="ru-RU"/>
        </w:rPr>
        <w:t xml:space="preserve"> I" 12</w:t>
      </w:r>
      <w:r w:rsidR="00913CB7">
        <w:rPr>
          <w:lang w:val="ru-RU"/>
        </w:rPr>
        <w:t>.</w:t>
      </w:r>
    </w:p>
    <w:p w:rsidR="00C96A9E" w:rsidRPr="00386D6E" w:rsidRDefault="00B27577" w:rsidP="005F29D6">
      <w:pPr>
        <w:numPr>
          <w:ilvl w:val="12"/>
          <w:numId w:val="0"/>
        </w:numPr>
        <w:spacing w:before="120" w:after="120"/>
        <w:ind w:firstLine="709"/>
        <w:jc w:val="both"/>
      </w:pPr>
      <w:r w:rsidRPr="00386D6E">
        <w:t xml:space="preserve">Известени сме, че между </w:t>
      </w:r>
      <w:r w:rsidR="00DF319D">
        <w:t>Управляващия</w:t>
      </w:r>
      <w:r w:rsidRPr="00386D6E">
        <w:t xml:space="preserve"> орган и нашия Клиент,</w:t>
      </w:r>
      <w:r w:rsidR="00254EB2">
        <w:t xml:space="preserve"> </w:t>
      </w:r>
      <w:r w:rsidRPr="00386D6E">
        <w:t xml:space="preserve">…………………………. </w:t>
      </w:r>
      <w:r w:rsidR="00C96A9E" w:rsidRPr="00386D6E">
        <w:t>(</w:t>
      </w:r>
      <w:r w:rsidR="00C96A9E" w:rsidRPr="00386D6E">
        <w:rPr>
          <w:i/>
        </w:rPr>
        <w:t>наименование</w:t>
      </w:r>
      <w:r w:rsidR="00152AF9">
        <w:rPr>
          <w:i/>
          <w:lang w:val="en-US"/>
        </w:rPr>
        <w:t xml:space="preserve">, </w:t>
      </w:r>
      <w:r w:rsidR="00152AF9" w:rsidRPr="00152AF9">
        <w:rPr>
          <w:i/>
        </w:rPr>
        <w:t>ЕИК</w:t>
      </w:r>
      <w:r w:rsidR="00C96A9E" w:rsidRPr="00386D6E">
        <w:rPr>
          <w:i/>
        </w:rPr>
        <w:t xml:space="preserve"> и адрес на </w:t>
      </w:r>
      <w:r w:rsidR="00254EB2">
        <w:rPr>
          <w:i/>
        </w:rPr>
        <w:t>бенефициента</w:t>
      </w:r>
      <w:r w:rsidR="00C96A9E" w:rsidRPr="00386D6E">
        <w:rPr>
          <w:i/>
        </w:rPr>
        <w:t>)</w:t>
      </w:r>
      <w:r w:rsidR="00C96A9E" w:rsidRPr="00386D6E">
        <w:t xml:space="preserve">, наричан за краткост по-долу </w:t>
      </w:r>
      <w:r w:rsidR="00C96A9E" w:rsidRPr="00386D6E">
        <w:rPr>
          <w:caps/>
        </w:rPr>
        <w:t>БЕНЕФИЦИЕНТ</w:t>
      </w:r>
      <w:r w:rsidR="00C96A9E" w:rsidRPr="00386D6E">
        <w:t xml:space="preserve">, </w:t>
      </w:r>
      <w:r w:rsidR="00C96A9E" w:rsidRPr="00752A9A">
        <w:t>на ……….</w:t>
      </w:r>
      <w:r w:rsidR="00254EB2" w:rsidRPr="00752A9A">
        <w:t xml:space="preserve"> </w:t>
      </w:r>
      <w:r w:rsidR="00C96A9E" w:rsidRPr="00752A9A">
        <w:t>(</w:t>
      </w:r>
      <w:r w:rsidR="00C96A9E" w:rsidRPr="00752A9A">
        <w:rPr>
          <w:i/>
        </w:rPr>
        <w:t>дата</w:t>
      </w:r>
      <w:r w:rsidR="00C96A9E" w:rsidRPr="00752A9A">
        <w:t>)</w:t>
      </w:r>
      <w:r w:rsidR="00EB2A4B" w:rsidRPr="00752A9A">
        <w:t xml:space="preserve"> </w:t>
      </w:r>
      <w:r w:rsidR="00C96A9E" w:rsidRPr="00752A9A">
        <w:t>е сключен</w:t>
      </w:r>
      <w:r w:rsidR="00C96A9E" w:rsidRPr="00386D6E">
        <w:t xml:space="preserve"> </w:t>
      </w:r>
      <w:r w:rsidR="00254EB2">
        <w:t>Административен д</w:t>
      </w:r>
      <w:r w:rsidR="00C96A9E" w:rsidRPr="00386D6E">
        <w:t xml:space="preserve">оговор № ............................................ за безвъзмездна финансова помощ по проект </w:t>
      </w:r>
      <w:r w:rsidR="00C96A9E" w:rsidRPr="00386D6E">
        <w:rPr>
          <w:lang w:val="ru-RU"/>
        </w:rPr>
        <w:t>“</w:t>
      </w:r>
      <w:r w:rsidR="00C96A9E" w:rsidRPr="00386D6E">
        <w:t xml:space="preserve">..............................................................................”, по </w:t>
      </w:r>
      <w:r w:rsidR="004860CB" w:rsidRPr="00386D6E">
        <w:t xml:space="preserve">процедура </w:t>
      </w:r>
      <w:r w:rsidR="00254EB2" w:rsidRPr="00254EB2">
        <w:t xml:space="preserve">чрез подбор на проектни предложения </w:t>
      </w:r>
      <w:r w:rsidR="00616EAF" w:rsidRPr="00616EAF">
        <w:rPr>
          <w:b/>
          <w:lang w:eastAsia="fr-FR"/>
        </w:rPr>
        <w:t>BG16RFPR001-1.008 „Въвеждане на технологии от областта на Индустрия 4.0 в предприятията“</w:t>
      </w:r>
      <w:r w:rsidR="00AE576B" w:rsidRPr="00AE576B">
        <w:rPr>
          <w:b/>
          <w:lang w:eastAsia="fr-FR"/>
        </w:rPr>
        <w:t xml:space="preserve"> </w:t>
      </w:r>
      <w:r w:rsidR="00FB6220" w:rsidRPr="00386D6E">
        <w:rPr>
          <w:lang w:val="ru-RU"/>
        </w:rPr>
        <w:t xml:space="preserve">по </w:t>
      </w:r>
      <w:r w:rsidR="00254EB2">
        <w:rPr>
          <w:lang w:val="ru-RU"/>
        </w:rPr>
        <w:t>ПКИП</w:t>
      </w:r>
      <w:r w:rsidR="00C96A9E" w:rsidRPr="00386D6E">
        <w:t>.</w:t>
      </w:r>
    </w:p>
    <w:p w:rsidR="000B2549" w:rsidRPr="00386D6E" w:rsidRDefault="00C96A9E" w:rsidP="005F29D6">
      <w:pPr>
        <w:numPr>
          <w:ilvl w:val="12"/>
          <w:numId w:val="0"/>
        </w:numPr>
        <w:spacing w:before="120" w:after="120"/>
        <w:ind w:firstLine="708"/>
        <w:jc w:val="both"/>
        <w:rPr>
          <w:szCs w:val="22"/>
        </w:rPr>
      </w:pPr>
      <w:r w:rsidRPr="00386D6E">
        <w:t xml:space="preserve">Също така сме информирани, че в съответствие с договорените условия </w:t>
      </w:r>
      <w:r w:rsidRPr="00386D6E">
        <w:rPr>
          <w:caps/>
        </w:rPr>
        <w:t xml:space="preserve">БЕНЕФИЦИЕНТът </w:t>
      </w:r>
      <w:r w:rsidRPr="00386D6E">
        <w:t xml:space="preserve">следва </w:t>
      </w:r>
      <w:r w:rsidR="00FF27BD" w:rsidRPr="00386D6E">
        <w:t>да представи във Ваша полза</w:t>
      </w:r>
      <w:r w:rsidRPr="00386D6E">
        <w:t xml:space="preserve">, в качеството Ви на </w:t>
      </w:r>
      <w:r w:rsidR="00D33E1C">
        <w:t>Управляващ</w:t>
      </w:r>
      <w:r w:rsidR="00444E09" w:rsidRPr="00386D6E">
        <w:t xml:space="preserve"> орган на</w:t>
      </w:r>
      <w:r w:rsidR="00675476" w:rsidRPr="00386D6E">
        <w:t xml:space="preserve"> </w:t>
      </w:r>
      <w:r w:rsidR="00AE576B">
        <w:t>ПКИП</w:t>
      </w:r>
      <w:r w:rsidRPr="00386D6E">
        <w:t xml:space="preserve">, </w:t>
      </w:r>
      <w:r w:rsidR="00444E09" w:rsidRPr="00386D6E">
        <w:t>банкова</w:t>
      </w:r>
      <w:r w:rsidRPr="00386D6E">
        <w:t xml:space="preserve"> гаранция за авансово плащане в размер </w:t>
      </w:r>
      <w:r w:rsidR="00922B75" w:rsidRPr="00386D6E">
        <w:t xml:space="preserve">на </w:t>
      </w:r>
      <w:r w:rsidRPr="00386D6E">
        <w:rPr>
          <w:lang w:val="ru-RU"/>
        </w:rPr>
        <w:t xml:space="preserve">……………… </w:t>
      </w:r>
      <w:r w:rsidRPr="00386D6E">
        <w:t xml:space="preserve">(словом: </w:t>
      </w:r>
      <w:r w:rsidRPr="00386D6E">
        <w:rPr>
          <w:lang w:val="ru-RU"/>
        </w:rPr>
        <w:t>…</w:t>
      </w:r>
      <w:r w:rsidR="00E97289" w:rsidRPr="00386D6E">
        <w:rPr>
          <w:lang w:val="ru-RU"/>
        </w:rPr>
        <w:t>...................................</w:t>
      </w:r>
      <w:r w:rsidRPr="00386D6E">
        <w:rPr>
          <w:lang w:val="ru-RU"/>
        </w:rPr>
        <w:t>…………………</w:t>
      </w:r>
      <w:r w:rsidRPr="00386D6E">
        <w:t>)</w:t>
      </w:r>
      <w:r w:rsidR="000B2549" w:rsidRPr="00386D6E">
        <w:rPr>
          <w:szCs w:val="22"/>
        </w:rPr>
        <w:t>, за да гарантира предстоящото изпълнение на задължения</w:t>
      </w:r>
      <w:r w:rsidR="00481BD4" w:rsidRPr="00386D6E">
        <w:rPr>
          <w:szCs w:val="22"/>
        </w:rPr>
        <w:t>та</w:t>
      </w:r>
      <w:r w:rsidR="000B2549" w:rsidRPr="00386D6E">
        <w:rPr>
          <w:szCs w:val="22"/>
          <w:lang w:val="ru-RU"/>
        </w:rPr>
        <w:t xml:space="preserve"> </w:t>
      </w:r>
      <w:r w:rsidR="000B2549" w:rsidRPr="00386D6E">
        <w:rPr>
          <w:szCs w:val="22"/>
        </w:rPr>
        <w:t>си, в съответствие с договорените условия.</w:t>
      </w:r>
    </w:p>
    <w:p w:rsidR="00C96A9E" w:rsidRPr="00386D6E" w:rsidRDefault="00C96A9E" w:rsidP="00C96A9E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Като се има предвид гореспоменатото, Ние, </w:t>
      </w:r>
      <w:r w:rsidRPr="00386D6E">
        <w:rPr>
          <w:lang w:val="ru-RU"/>
        </w:rPr>
        <w:t>………………………</w:t>
      </w:r>
      <w:r w:rsidR="001A2A90" w:rsidRPr="00386D6E">
        <w:rPr>
          <w:lang w:val="ru-RU"/>
        </w:rPr>
        <w:t>....................</w:t>
      </w:r>
      <w:r w:rsidRPr="00386D6E">
        <w:rPr>
          <w:lang w:val="ru-RU"/>
        </w:rPr>
        <w:t>…...</w:t>
      </w:r>
      <w:r w:rsidR="001A2A90" w:rsidRPr="00386D6E">
        <w:rPr>
          <w:lang w:val="ru-RU"/>
        </w:rPr>
        <w:t xml:space="preserve"> </w:t>
      </w:r>
      <w:r w:rsidRPr="00386D6E">
        <w:t>[</w:t>
      </w:r>
      <w:r w:rsidRPr="00386D6E">
        <w:rPr>
          <w:i/>
        </w:rPr>
        <w:t>Банка</w:t>
      </w:r>
      <w:r w:rsidRPr="00386D6E">
        <w:t>], със седалище и адрес на управление в ……………………., рег.</w:t>
      </w:r>
      <w:r w:rsidR="00254EB2">
        <w:t xml:space="preserve"> </w:t>
      </w:r>
      <w:r w:rsidRPr="00386D6E">
        <w:t xml:space="preserve">по </w:t>
      </w:r>
      <w:proofErr w:type="spellStart"/>
      <w:r w:rsidRPr="00386D6E">
        <w:t>ф.д</w:t>
      </w:r>
      <w:proofErr w:type="spellEnd"/>
      <w:r w:rsidRPr="00386D6E">
        <w:t>. №</w:t>
      </w:r>
      <w:r w:rsidR="00254EB2">
        <w:t xml:space="preserve"> </w:t>
      </w:r>
      <w:r w:rsidRPr="00386D6E">
        <w:t>………</w:t>
      </w:r>
      <w:r w:rsidR="00254EB2">
        <w:t xml:space="preserve"> </w:t>
      </w:r>
      <w:r w:rsidRPr="00386D6E">
        <w:t>по описа на …….., ЕИК по БУЛСТАТ ………</w:t>
      </w:r>
      <w:r w:rsidR="00254EB2">
        <w:t>…………</w:t>
      </w:r>
      <w:r w:rsidRPr="00386D6E">
        <w:t>, представлявано от ……………………</w:t>
      </w:r>
      <w:r w:rsidR="00254EB2">
        <w:t xml:space="preserve"> </w:t>
      </w:r>
      <w:r w:rsidRPr="00386D6E">
        <w:t>- ……………</w:t>
      </w:r>
      <w:r w:rsidR="00254EB2">
        <w:t xml:space="preserve"> </w:t>
      </w:r>
      <w:r w:rsidRPr="00386D6E">
        <w:t>и ………………..</w:t>
      </w:r>
      <w:r w:rsidR="00254EB2">
        <w:t xml:space="preserve"> </w:t>
      </w:r>
      <w:r w:rsidRPr="00386D6E">
        <w:t>-</w:t>
      </w:r>
      <w:r w:rsidR="00254EB2">
        <w:t xml:space="preserve"> </w:t>
      </w:r>
      <w:r w:rsidRPr="00386D6E">
        <w:t xml:space="preserve">…………………., се задължаваме безусловно и неотменно да заплатим при първо Ваше писмено поискване, в срок до 3 (три) работни дни, всяка сума до </w:t>
      </w:r>
      <w:r w:rsidRPr="00386D6E">
        <w:rPr>
          <w:b/>
        </w:rPr>
        <w:t>максималния размер от ……………</w:t>
      </w:r>
      <w:r w:rsidRPr="00386D6E">
        <w:t xml:space="preserve"> </w:t>
      </w:r>
      <w:r w:rsidR="00254EB2">
        <w:t>(</w:t>
      </w:r>
      <w:r w:rsidRPr="00386D6E">
        <w:rPr>
          <w:b/>
        </w:rPr>
        <w:t>……………………</w:t>
      </w:r>
      <w:r w:rsidR="00254EB2">
        <w:rPr>
          <w:b/>
        </w:rPr>
        <w:t>…)</w:t>
      </w:r>
      <w:r w:rsidRPr="00386D6E">
        <w:rPr>
          <w:b/>
        </w:rPr>
        <w:t xml:space="preserve"> лева</w:t>
      </w:r>
      <w:r w:rsidR="00254EB2">
        <w:t>.</w:t>
      </w:r>
    </w:p>
    <w:p w:rsidR="00675476" w:rsidRPr="00803882" w:rsidRDefault="00C96A9E" w:rsidP="00CE1CB8">
      <w:pPr>
        <w:numPr>
          <w:ilvl w:val="12"/>
          <w:numId w:val="0"/>
        </w:numPr>
        <w:spacing w:before="120"/>
        <w:ind w:firstLine="709"/>
        <w:jc w:val="both"/>
      </w:pPr>
      <w:r w:rsidRPr="00386D6E">
        <w:t xml:space="preserve">Вашето надлежно подписано и подпечатано писмено искане за плащане, съдържащо Вашата Декларация, че </w:t>
      </w:r>
      <w:r w:rsidRPr="00386D6E">
        <w:rPr>
          <w:caps/>
        </w:rPr>
        <w:t>БЕНЕФИЦИЕНТът</w:t>
      </w:r>
      <w:r w:rsidRPr="00386D6E">
        <w:t xml:space="preserve"> не е изпълнил някое от договорните си задължения</w:t>
      </w:r>
      <w:r w:rsidR="0085456D" w:rsidRPr="00386D6E">
        <w:t>,</w:t>
      </w:r>
      <w:r w:rsidRPr="00386D6E">
        <w:t xml:space="preserve"> въз основа на което е отказано пълно или частично плащане на безвъзмездната финансова помощ по </w:t>
      </w:r>
      <w:r w:rsidR="00D35636" w:rsidRPr="00386D6E">
        <w:t xml:space="preserve">процедура </w:t>
      </w:r>
      <w:r w:rsidR="00254EB2">
        <w:t>чрез</w:t>
      </w:r>
      <w:r w:rsidR="00D35636" w:rsidRPr="00386D6E">
        <w:t xml:space="preserve"> </w:t>
      </w:r>
      <w:r w:rsidR="0052747F" w:rsidRPr="00386D6E">
        <w:t>подбор на проект</w:t>
      </w:r>
      <w:r w:rsidR="00254EB2">
        <w:t>н</w:t>
      </w:r>
      <w:r w:rsidR="0052747F" w:rsidRPr="00386D6E">
        <w:t>и</w:t>
      </w:r>
      <w:r w:rsidR="00254EB2">
        <w:t xml:space="preserve"> предложения</w:t>
      </w:r>
      <w:r w:rsidR="0052747F" w:rsidRPr="00386D6E">
        <w:t xml:space="preserve"> </w:t>
      </w:r>
      <w:r w:rsidR="00616EAF" w:rsidRPr="00616EAF">
        <w:rPr>
          <w:b/>
          <w:lang w:eastAsia="fr-FR"/>
        </w:rPr>
        <w:t>BG16RFPR001-1.008 „Въвеждане на технологии от областта на Индустрия 4.0 в предприятията“</w:t>
      </w:r>
      <w:r w:rsidR="00BD3955">
        <w:t xml:space="preserve"> </w:t>
      </w:r>
      <w:r w:rsidR="00D35636" w:rsidRPr="00386D6E">
        <w:rPr>
          <w:lang w:val="ru-RU"/>
        </w:rPr>
        <w:t xml:space="preserve">по </w:t>
      </w:r>
      <w:r w:rsidR="00AE576B">
        <w:t>ПКИП</w:t>
      </w:r>
      <w:r w:rsidRPr="00386D6E">
        <w:t xml:space="preserve">, </w:t>
      </w:r>
      <w:r w:rsidR="00790DF7">
        <w:t xml:space="preserve">административен </w:t>
      </w:r>
      <w:r w:rsidRPr="00386D6E">
        <w:t>договор № …………………</w:t>
      </w:r>
      <w:r w:rsidR="00254EB2">
        <w:t>…</w:t>
      </w:r>
      <w:r w:rsidRPr="00386D6E">
        <w:t xml:space="preserve">, </w:t>
      </w:r>
      <w:r w:rsidR="00675476" w:rsidRPr="00386D6E">
        <w:t>трябва да бъде придружено с</w:t>
      </w:r>
      <w:r w:rsidR="00F27A76" w:rsidRPr="00386D6E">
        <w:t>ъс</w:t>
      </w:r>
      <w:r w:rsidR="00675476" w:rsidRPr="00386D6E">
        <w:t xml:space="preserve"> </w:t>
      </w:r>
      <w:r w:rsidR="00675476" w:rsidRPr="00803882">
        <w:t xml:space="preserve">спесимен от подписа на Ръководителя на </w:t>
      </w:r>
      <w:r w:rsidR="00A50511" w:rsidRPr="00803882">
        <w:t>Управляващия</w:t>
      </w:r>
      <w:r w:rsidR="00CE1CB8" w:rsidRPr="00803882">
        <w:t xml:space="preserve"> орган</w:t>
      </w:r>
      <w:r w:rsidR="00675476" w:rsidRPr="00803882">
        <w:t>.</w:t>
      </w:r>
    </w:p>
    <w:p w:rsidR="00FF7ECB" w:rsidRDefault="00FF7ECB" w:rsidP="00FF7ECB">
      <w:pPr>
        <w:numPr>
          <w:ilvl w:val="12"/>
          <w:numId w:val="0"/>
        </w:numPr>
        <w:spacing w:before="120"/>
        <w:ind w:firstLine="709"/>
        <w:jc w:val="both"/>
        <w:rPr>
          <w:lang w:val="en-US"/>
        </w:rPr>
      </w:pPr>
      <w:r w:rsidRPr="00F40453">
        <w:t>Сумата ще бъде платена по транзитна</w:t>
      </w:r>
      <w:r w:rsidR="00E64A1F" w:rsidRPr="00F40453">
        <w:t>та сметка</w:t>
      </w:r>
      <w:r w:rsidRPr="00F40453">
        <w:t xml:space="preserve"> в лева </w:t>
      </w:r>
      <w:r w:rsidR="0073627A" w:rsidRPr="00F40453">
        <w:t>на</w:t>
      </w:r>
      <w:r w:rsidRPr="00F40453" w:rsidDel="001A13BA">
        <w:t xml:space="preserve"> </w:t>
      </w:r>
      <w:r w:rsidR="00AE576B" w:rsidRPr="00F40453">
        <w:t>Управляващия орган на ПКИП</w:t>
      </w:r>
      <w:r w:rsidR="0073627A" w:rsidRPr="00F40453">
        <w:t>.</w:t>
      </w:r>
    </w:p>
    <w:p w:rsidR="005A4759" w:rsidRDefault="005A4759" w:rsidP="005A4759">
      <w:pPr>
        <w:spacing w:before="120"/>
        <w:ind w:firstLine="709"/>
        <w:jc w:val="both"/>
      </w:pPr>
      <w:r>
        <w:lastRenderedPageBreak/>
        <w:t>Настоящата банкова гаранция влиза в сила</w:t>
      </w:r>
      <w:r w:rsidR="00BE1E09">
        <w:rPr>
          <w:rStyle w:val="FootnoteReference"/>
        </w:rPr>
        <w:footnoteReference w:id="1"/>
      </w:r>
      <w:r>
        <w:t>:</w:t>
      </w:r>
    </w:p>
    <w:p w:rsidR="005A4759" w:rsidRPr="00AE576B" w:rsidRDefault="009C5887" w:rsidP="005A4759">
      <w:pPr>
        <w:numPr>
          <w:ilvl w:val="0"/>
          <w:numId w:val="1"/>
        </w:numPr>
        <w:spacing w:before="120"/>
        <w:jc w:val="both"/>
      </w:pPr>
      <w:r w:rsidRPr="00AE576B">
        <w:t>от датата на издаването ѝ</w:t>
      </w:r>
      <w:r w:rsidR="00254EB2">
        <w:t>.</w:t>
      </w:r>
    </w:p>
    <w:p w:rsidR="005A4759" w:rsidRPr="00AE576B" w:rsidRDefault="005A4759" w:rsidP="005A4759">
      <w:pPr>
        <w:spacing w:before="120"/>
        <w:ind w:firstLine="709"/>
        <w:jc w:val="both"/>
        <w:rPr>
          <w:b/>
          <w:i/>
        </w:rPr>
      </w:pPr>
      <w:r w:rsidRPr="00AE576B">
        <w:rPr>
          <w:b/>
          <w:i/>
        </w:rPr>
        <w:t xml:space="preserve">или </w:t>
      </w:r>
    </w:p>
    <w:p w:rsidR="005A4759" w:rsidRPr="00AE576B" w:rsidRDefault="005A4759" w:rsidP="005A4759">
      <w:pPr>
        <w:numPr>
          <w:ilvl w:val="0"/>
          <w:numId w:val="1"/>
        </w:numPr>
        <w:spacing w:before="120"/>
        <w:jc w:val="both"/>
      </w:pPr>
      <w:r w:rsidRPr="00AE576B">
        <w:t>от</w:t>
      </w:r>
      <w:r w:rsidRPr="00AE576B">
        <w:rPr>
          <w:i/>
        </w:rPr>
        <w:t xml:space="preserve"> </w:t>
      </w:r>
      <w:r w:rsidRPr="00AE576B">
        <w:t>датата и до размера на полученото в ..................</w:t>
      </w:r>
      <w:r w:rsidR="00254EB2">
        <w:t xml:space="preserve"> </w:t>
      </w:r>
      <w:r w:rsidRPr="00254EB2">
        <w:rPr>
          <w:i/>
        </w:rPr>
        <w:t>(име на банката)</w:t>
      </w:r>
      <w:r w:rsidRPr="00AE576B">
        <w:t xml:space="preserve"> авансово плащане по сметка на Бенефициента</w:t>
      </w:r>
      <w:r w:rsidRPr="00AE576B">
        <w:rPr>
          <w:lang w:val="ru-RU"/>
        </w:rPr>
        <w:t xml:space="preserve"> …………………………………</w:t>
      </w:r>
    </w:p>
    <w:p w:rsidR="00C96A9E" w:rsidRPr="00F40453" w:rsidRDefault="005165F8" w:rsidP="00C96A9E">
      <w:pPr>
        <w:spacing w:before="120"/>
        <w:ind w:firstLine="709"/>
        <w:jc w:val="both"/>
      </w:pPr>
      <w:r w:rsidRPr="00F40453">
        <w:t>И</w:t>
      </w:r>
      <w:r w:rsidR="00C96A9E" w:rsidRPr="00F40453">
        <w:t>скане за плащане във връзка с настоящата банкова гаранция следва да ни бъде представено най-късно до 16 часа на …………………………………</w:t>
      </w:r>
      <w:r w:rsidR="00254EB2">
        <w:t xml:space="preserve"> </w:t>
      </w:r>
      <w:r w:rsidR="00C96A9E" w:rsidRPr="00F40453">
        <w:rPr>
          <w:lang w:val="ru-RU"/>
        </w:rPr>
        <w:t>(</w:t>
      </w:r>
      <w:r w:rsidR="00225388" w:rsidRPr="00F40453">
        <w:t xml:space="preserve">дата - </w:t>
      </w:r>
      <w:r w:rsidR="00CB1CEF" w:rsidRPr="00F40453">
        <w:t xml:space="preserve">не по-малко от </w:t>
      </w:r>
      <w:r w:rsidR="00803882" w:rsidRPr="00F40453">
        <w:t xml:space="preserve">140 дни </w:t>
      </w:r>
      <w:r w:rsidR="00C96A9E" w:rsidRPr="00F40453">
        <w:t xml:space="preserve">след изтичане на крайния срок за изпълнение на проекта, посочен в </w:t>
      </w:r>
      <w:r w:rsidR="00790DF7" w:rsidRPr="00F40453">
        <w:t xml:space="preserve">административния </w:t>
      </w:r>
      <w:r w:rsidR="00C96A9E" w:rsidRPr="00F40453">
        <w:t xml:space="preserve">договор </w:t>
      </w:r>
      <w:r w:rsidR="00790DF7" w:rsidRPr="00F40453">
        <w:t xml:space="preserve">за предоставяне на </w:t>
      </w:r>
      <w:r w:rsidR="00254EB2">
        <w:t>безвъзмездна финансова помощ</w:t>
      </w:r>
      <w:r w:rsidR="00C96A9E" w:rsidRPr="00F40453">
        <w:rPr>
          <w:lang w:val="ru-RU"/>
        </w:rPr>
        <w:t>)</w:t>
      </w:r>
      <w:r w:rsidR="00C96A9E" w:rsidRPr="00F40453">
        <w:t>. След тази дата гаранцията автоматично става невалидна, независимо от това дали оригиналът на настоящия документ ни е върнат или не.</w:t>
      </w:r>
    </w:p>
    <w:p w:rsidR="00C96A9E" w:rsidRPr="00F40453" w:rsidRDefault="00C96A9E" w:rsidP="00C96A9E">
      <w:pPr>
        <w:spacing w:before="120"/>
        <w:ind w:firstLine="709"/>
        <w:jc w:val="both"/>
      </w:pPr>
      <w:r w:rsidRPr="00F40453">
        <w:t>Ориг</w:t>
      </w:r>
      <w:r w:rsidR="002439DB" w:rsidRPr="00F40453">
        <w:t>иналът на настоящата гаранция</w:t>
      </w:r>
      <w:r w:rsidRPr="00F40453">
        <w:t xml:space="preserve"> следва да ни бъде върнат на адрес …………………, когато гаранцията престане да бъде необходима или срокът й на валидност изтече.</w:t>
      </w: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602604" w:rsidRPr="00F40453" w:rsidRDefault="00602604" w:rsidP="00C96A9E">
      <w:pPr>
        <w:spacing w:before="120"/>
        <w:ind w:firstLine="709"/>
        <w:rPr>
          <w:lang w:val="ru-RU"/>
        </w:rPr>
      </w:pPr>
    </w:p>
    <w:p w:rsidR="00C96A9E" w:rsidRDefault="00602604" w:rsidP="00C96A9E">
      <w:pPr>
        <w:spacing w:before="120"/>
        <w:ind w:firstLine="709"/>
      </w:pPr>
      <w:r w:rsidRPr="00F40453">
        <w:t xml:space="preserve"> </w:t>
      </w:r>
      <w:r w:rsidR="00C96A9E" w:rsidRPr="00F40453">
        <w:t>(Банка</w:t>
      </w:r>
      <w:r w:rsidR="00E863AD" w:rsidRPr="00F40453">
        <w:t xml:space="preserve"> </w:t>
      </w:r>
      <w:r w:rsidR="00C96A9E" w:rsidRPr="00F40453">
        <w:t xml:space="preserve"> – гарант)</w:t>
      </w:r>
      <w:r w:rsidR="00254EB2">
        <w:t xml:space="preserve"> </w:t>
      </w:r>
      <w:r w:rsidR="00C96A9E" w:rsidRPr="00F40453">
        <w:t>……………………….</w:t>
      </w: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C96A9E" w:rsidRDefault="00C96A9E" w:rsidP="00C96A9E">
      <w:pPr>
        <w:spacing w:before="120"/>
        <w:ind w:firstLine="709"/>
        <w:jc w:val="center"/>
        <w:rPr>
          <w:b/>
          <w:sz w:val="28"/>
          <w:szCs w:val="28"/>
        </w:rPr>
      </w:pPr>
    </w:p>
    <w:p w:rsidR="00E63C44" w:rsidRDefault="00E63C44" w:rsidP="00CA32F0"/>
    <w:sectPr w:rsidR="00E63C44" w:rsidSect="00254EB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D2712" w:rsidRDefault="004D2712">
      <w:r>
        <w:separator/>
      </w:r>
    </w:p>
  </w:endnote>
  <w:endnote w:type="continuationSeparator" w:id="0">
    <w:p w:rsidR="004D2712" w:rsidRDefault="004D27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BA72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D2712" w:rsidRDefault="004D2712">
      <w:r>
        <w:separator/>
      </w:r>
    </w:p>
  </w:footnote>
  <w:footnote w:type="continuationSeparator" w:id="0">
    <w:p w:rsidR="004D2712" w:rsidRDefault="004D2712">
      <w:r>
        <w:continuationSeparator/>
      </w:r>
    </w:p>
  </w:footnote>
  <w:footnote w:id="1">
    <w:p w:rsidR="00960FCE" w:rsidRDefault="00960FCE" w:rsidP="00BE1E09">
      <w:pPr>
        <w:pStyle w:val="Footer"/>
        <w:jc w:val="both"/>
        <w:rPr>
          <w:sz w:val="20"/>
          <w:lang w:val="en-US"/>
        </w:rPr>
      </w:pPr>
      <w:r>
        <w:rPr>
          <w:rStyle w:val="FootnoteReference"/>
        </w:rPr>
        <w:footnoteRef/>
      </w:r>
      <w:r w:rsidRPr="00CA7BE5">
        <w:rPr>
          <w:lang w:val="ru-RU"/>
        </w:rPr>
        <w:t xml:space="preserve"> </w:t>
      </w:r>
      <w:r>
        <w:rPr>
          <w:sz w:val="20"/>
          <w:lang w:val="bg-BG"/>
        </w:rPr>
        <w:t xml:space="preserve">Посочете едно от маркираните две възможни условия за влизане в сила на </w:t>
      </w:r>
      <w:r w:rsidR="00B65D35">
        <w:rPr>
          <w:sz w:val="20"/>
          <w:lang w:val="bg-BG"/>
        </w:rPr>
        <w:t>финансовата/</w:t>
      </w:r>
      <w:r>
        <w:rPr>
          <w:sz w:val="20"/>
          <w:lang w:val="bg-BG"/>
        </w:rPr>
        <w:t xml:space="preserve">банковата гаранция. </w:t>
      </w:r>
    </w:p>
    <w:p w:rsidR="00C4622A" w:rsidRPr="00C4622A" w:rsidRDefault="00C4622A" w:rsidP="00BE1E09">
      <w:pPr>
        <w:pStyle w:val="Footer"/>
        <w:jc w:val="both"/>
        <w:rPr>
          <w:sz w:val="20"/>
          <w:lang w:val="en-US"/>
        </w:rPr>
      </w:pPr>
    </w:p>
    <w:p w:rsidR="00960FCE" w:rsidRDefault="00960FCE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C6242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55110" o:spid="_x0000_s2052" type="#_x0000_t136" style="position:absolute;margin-left:0;margin-top:0;width:479.55pt;height:159.85pt;rotation:315;z-index:-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080" w:type="dxa"/>
      <w:jc w:val="center"/>
      <w:tblCellMar>
        <w:left w:w="70" w:type="dxa"/>
        <w:right w:w="70" w:type="dxa"/>
      </w:tblCellMar>
      <w:tblLook w:val="04A0" w:firstRow="1" w:lastRow="0" w:firstColumn="1" w:lastColumn="0" w:noHBand="0" w:noVBand="1"/>
    </w:tblPr>
    <w:tblGrid>
      <w:gridCol w:w="8859"/>
      <w:gridCol w:w="485"/>
      <w:gridCol w:w="736"/>
    </w:tblGrid>
    <w:tr w:rsidR="00580F1F" w:rsidRPr="000B5E6B" w:rsidTr="00AE576B">
      <w:trPr>
        <w:trHeight w:val="713"/>
        <w:jc w:val="center"/>
      </w:trPr>
      <w:tc>
        <w:tcPr>
          <w:tcW w:w="3537" w:type="dxa"/>
        </w:tcPr>
        <w:tbl>
          <w:tblPr>
            <w:tblpPr w:leftFromText="141" w:rightFromText="141" w:horzAnchor="margin" w:tblpY="338"/>
            <w:tblOverlap w:val="never"/>
            <w:tblW w:w="8719" w:type="dxa"/>
            <w:tblCellMar>
              <w:left w:w="70" w:type="dxa"/>
              <w:right w:w="70" w:type="dxa"/>
            </w:tblCellMar>
            <w:tblLook w:val="0000" w:firstRow="0" w:lastRow="0" w:firstColumn="0" w:lastColumn="0" w:noHBand="0" w:noVBand="0"/>
          </w:tblPr>
          <w:tblGrid>
            <w:gridCol w:w="3305"/>
            <w:gridCol w:w="1822"/>
            <w:gridCol w:w="3592"/>
          </w:tblGrid>
          <w:tr w:rsidR="00AE576B" w:rsidRPr="00AE576B" w:rsidTr="00DE29C7">
            <w:trPr>
              <w:trHeight w:val="352"/>
            </w:trPr>
            <w:tc>
              <w:tcPr>
                <w:tcW w:w="3230" w:type="dxa"/>
              </w:tcPr>
              <w:p w:rsidR="00AE576B" w:rsidRPr="00AE576B" w:rsidRDefault="00C6242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8"/>
                    <w:szCs w:val="28"/>
                    <w:lang w:eastAsia="en-US"/>
                  </w:rPr>
                </w:pPr>
                <w:r>
                  <w:rPr>
                    <w:noProof/>
                  </w:rPr>
                  <w:pict>
                    <v:shapetype id="_x0000_t136" coordsize="21600,21600" o:spt="136" adj="10800" path="m@7,l@8,m@5,21600l@6,21600e">
                      <v:formulas>
                        <v:f eqn="sum #0 0 10800"/>
                        <v:f eqn="prod #0 2 1"/>
                        <v:f eqn="sum 21600 0 @1"/>
                        <v:f eqn="sum 0 0 @2"/>
                        <v:f eqn="sum 21600 0 @3"/>
                        <v:f eqn="if @0 @3 0"/>
                        <v:f eqn="if @0 21600 @1"/>
                        <v:f eqn="if @0 0 @2"/>
                        <v:f eqn="if @0 @4 21600"/>
                        <v:f eqn="mid @5 @6"/>
                        <v:f eqn="mid @8 @5"/>
                        <v:f eqn="mid @7 @8"/>
                        <v:f eqn="mid @6 @7"/>
                        <v:f eqn="sum @6 0 @5"/>
                      </v:formulas>
                      <v:path textpathok="t" o:connecttype="custom" o:connectlocs="@9,0;@10,10800;@11,21600;@12,10800" o:connectangles="270,180,90,0"/>
                      <v:textpath on="t" fitshape="t"/>
                      <v:handles>
                        <v:h position="#0,bottomRight" xrange="6629,14971"/>
                      </v:handles>
                      <o:lock v:ext="edit" text="t" shapetype="t"/>
                    </v:shapetype>
                    <v:shape id="PowerPlusWaterMarkObject1665455111" o:spid="_x0000_s2053" type="#_x0000_t136" style="position:absolute;left:0;text-align:left;margin-left:0;margin-top:0;width:479.55pt;height:159.85pt;rotation:315;z-index:-1;mso-position-horizontal:center;mso-position-horizontal-relative:margin;mso-position-vertical:center;mso-position-vertical-relative:margin" o:allowincell="f" fillcolor="silver" stroked="f">
                      <v:fill opacity=".5"/>
                      <v:textpath style="font-family:&quot;Times New Roman&quot;;font-size:1pt" string="ПРОЕКТ"/>
                    </v:shape>
                  </w:pict>
                </w:r>
                <w:r w:rsidR="004D2712">
                  <w:rPr>
                    <w:i/>
                    <w:noProof/>
                    <w:sz w:val="20"/>
                    <w:szCs w:val="20"/>
                  </w:rPr>
                  <w:pict>
                    <v:shapetype id="_x0000_t75" coordsize="21600,21600" o:spt="75" o:preferrelative="t" path="m@4@5l@4@11@9@11@9@5xe" filled="f" stroked="f">
                      <v:stroke joinstyle="miter"/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  <v:path o:extrusionok="f" gradientshapeok="t" o:connecttype="rect"/>
                      <o:lock v:ext="edit" aspectratio="t"/>
                    </v:shapetype>
                    <v:shape id="Picture 13" o:spid="_x0000_i1025" type="#_x0000_t75" style="width:158.25pt;height:37.35pt;visibility:visible">
                      <v:imagedata r:id="rId1" o:title=""/>
                    </v:shape>
                  </w:pic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4"/>
                    <w:szCs w:val="14"/>
                    <w:lang w:eastAsia="en-US"/>
                  </w:rPr>
                </w:pP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b/>
                    <w:sz w:val="18"/>
                    <w:szCs w:val="18"/>
                    <w:lang w:eastAsia="en-US"/>
                  </w:rPr>
                </w:pPr>
              </w:p>
            </w:tc>
            <w:tc>
              <w:tcPr>
                <w:tcW w:w="1974" w:type="dxa"/>
              </w:tcPr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 w:rsidRPr="00AE576B"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  <w:t xml:space="preserve">             </w:t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  <w:tc>
              <w:tcPr>
                <w:tcW w:w="3515" w:type="dxa"/>
              </w:tcPr>
              <w:p w:rsidR="00AE576B" w:rsidRPr="00AE576B" w:rsidRDefault="00F91462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INCLUDEPICTURE  "cid:image001.png@01D8FB39.06A872C0" \* MERGEFORMATINET </w:instrText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begin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>INCLUDEPICTURE  "cid:image001.png@01D8FB39.06A872C0" \* MERGEFORMATINET</w:instrTex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instrText xml:space="preserve"> </w:instrTex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separate"/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pict>
                    <v:shape id="_x0000_i1026" type="#_x0000_t75" style="width:172.55pt;height:41.45pt;visibility:visible">
                      <v:imagedata r:id="rId2" r:href="rId3"/>
                    </v:shape>
                  </w:pict>
                </w:r>
                <w:r w:rsidR="004D2712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5E30C1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04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FF259E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245E0B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910175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770960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 w:rsidR="00A92C78"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  <w:r>
                  <w:rPr>
                    <w:rFonts w:ascii="Calibri" w:eastAsia="Calibri" w:hAnsi="Calibri"/>
                    <w:noProof/>
                    <w:sz w:val="22"/>
                    <w:szCs w:val="22"/>
                  </w:rPr>
                  <w:fldChar w:fldCharType="end"/>
                </w:r>
              </w:p>
              <w:p w:rsidR="00AE576B" w:rsidRPr="00AE576B" w:rsidRDefault="00AE576B" w:rsidP="00AE576B">
                <w:pPr>
                  <w:spacing w:after="160" w:line="259" w:lineRule="auto"/>
                  <w:jc w:val="center"/>
                  <w:rPr>
                    <w:rFonts w:ascii="Calibri" w:eastAsia="Calibri" w:hAnsi="Calibri"/>
                    <w:sz w:val="22"/>
                    <w:szCs w:val="22"/>
                    <w:lang w:eastAsia="en-US"/>
                  </w:rPr>
                </w:pPr>
              </w:p>
            </w:tc>
          </w:tr>
        </w:tbl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AE576B" w:rsidRPr="00AE576B" w:rsidRDefault="00AE576B" w:rsidP="00AE576B">
          <w:pPr>
            <w:snapToGrid w:val="0"/>
            <w:spacing w:line="259" w:lineRule="auto"/>
            <w:rPr>
              <w:rFonts w:ascii="Calibri" w:eastAsia="Calibri" w:hAnsi="Calibri"/>
              <w:b/>
              <w:i/>
              <w:sz w:val="12"/>
              <w:szCs w:val="12"/>
              <w:lang w:eastAsia="en-US"/>
            </w:rPr>
          </w:pPr>
        </w:p>
        <w:p w:rsidR="00580F1F" w:rsidRPr="00580F1F" w:rsidRDefault="00580F1F" w:rsidP="007D449F">
          <w:pPr>
            <w:jc w:val="center"/>
            <w:rPr>
              <w:rFonts w:ascii="Calibri" w:hAnsi="Calibri" w:cs="Calibri"/>
              <w:b/>
              <w:noProof/>
              <w:sz w:val="18"/>
              <w:szCs w:val="18"/>
            </w:rPr>
          </w:pPr>
        </w:p>
      </w:tc>
      <w:tc>
        <w:tcPr>
          <w:tcW w:w="2430" w:type="dxa"/>
        </w:tcPr>
        <w:p w:rsidR="00580F1F" w:rsidRPr="00321D19" w:rsidRDefault="00580F1F" w:rsidP="007D449F">
          <w:pPr>
            <w:jc w:val="center"/>
            <w:rPr>
              <w:szCs w:val="20"/>
              <w:lang w:val="en-US" w:eastAsia="en-US"/>
            </w:rPr>
          </w:pPr>
        </w:p>
      </w:tc>
      <w:tc>
        <w:tcPr>
          <w:tcW w:w="4113" w:type="dxa"/>
        </w:tcPr>
        <w:p w:rsidR="00580F1F" w:rsidRPr="00321D19" w:rsidRDefault="00580F1F" w:rsidP="007D449F">
          <w:pPr>
            <w:jc w:val="center"/>
            <w:rPr>
              <w:noProof/>
              <w:szCs w:val="20"/>
            </w:rPr>
          </w:pPr>
        </w:p>
      </w:tc>
    </w:tr>
  </w:tbl>
  <w:p w:rsidR="00380D41" w:rsidRDefault="00380D41">
    <w:pPr>
      <w:pStyle w:val="Header"/>
    </w:pPr>
  </w:p>
  <w:p w:rsidR="00380D41" w:rsidRPr="00380D41" w:rsidRDefault="00380D41" w:rsidP="00380D41">
    <w:pPr>
      <w:pStyle w:val="Header"/>
      <w:rPr>
        <w:lang w:val="en-US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7269" w:rsidRDefault="00C6242B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665455109" o:spid="_x0000_s2051" type="#_x0000_t136" style="position:absolute;margin-left:0;margin-top:0;width:479.55pt;height:159.85pt;rotation:315;z-index:-3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ПРОЕКТ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E1BDD"/>
    <w:multiLevelType w:val="hybridMultilevel"/>
    <w:tmpl w:val="A704C50C"/>
    <w:lvl w:ilvl="0" w:tplc="CDBC5F38"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 w:hint="default"/>
        <w:sz w:val="22"/>
      </w:rPr>
    </w:lvl>
    <w:lvl w:ilvl="1" w:tplc="0402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96A9E"/>
    <w:rsid w:val="0001221E"/>
    <w:rsid w:val="00037F83"/>
    <w:rsid w:val="00042691"/>
    <w:rsid w:val="00055589"/>
    <w:rsid w:val="00060C1E"/>
    <w:rsid w:val="00064418"/>
    <w:rsid w:val="000A36C1"/>
    <w:rsid w:val="000B2549"/>
    <w:rsid w:val="000C1D54"/>
    <w:rsid w:val="000C3CD4"/>
    <w:rsid w:val="000C3EE4"/>
    <w:rsid w:val="000F57EE"/>
    <w:rsid w:val="000F7843"/>
    <w:rsid w:val="00122E67"/>
    <w:rsid w:val="00126B3D"/>
    <w:rsid w:val="001503C3"/>
    <w:rsid w:val="00150554"/>
    <w:rsid w:val="001508FD"/>
    <w:rsid w:val="00152AF9"/>
    <w:rsid w:val="00153913"/>
    <w:rsid w:val="00175759"/>
    <w:rsid w:val="001A21C1"/>
    <w:rsid w:val="001A2A90"/>
    <w:rsid w:val="001B0E88"/>
    <w:rsid w:val="001B25EC"/>
    <w:rsid w:val="001B4A05"/>
    <w:rsid w:val="001B4B43"/>
    <w:rsid w:val="001C16A3"/>
    <w:rsid w:val="0020164C"/>
    <w:rsid w:val="00205F9D"/>
    <w:rsid w:val="00222A1C"/>
    <w:rsid w:val="00225388"/>
    <w:rsid w:val="00230B31"/>
    <w:rsid w:val="00230CEA"/>
    <w:rsid w:val="002439DB"/>
    <w:rsid w:val="00245E0B"/>
    <w:rsid w:val="00246A1C"/>
    <w:rsid w:val="00252BD2"/>
    <w:rsid w:val="00254EB2"/>
    <w:rsid w:val="00263346"/>
    <w:rsid w:val="00270CF7"/>
    <w:rsid w:val="002752A8"/>
    <w:rsid w:val="00293488"/>
    <w:rsid w:val="002A15DB"/>
    <w:rsid w:val="002C338B"/>
    <w:rsid w:val="002D4A2E"/>
    <w:rsid w:val="002F5F7D"/>
    <w:rsid w:val="0030313D"/>
    <w:rsid w:val="003038AE"/>
    <w:rsid w:val="0030510D"/>
    <w:rsid w:val="00305C92"/>
    <w:rsid w:val="003115E9"/>
    <w:rsid w:val="003138D8"/>
    <w:rsid w:val="00320043"/>
    <w:rsid w:val="00335631"/>
    <w:rsid w:val="00352E7B"/>
    <w:rsid w:val="0035617A"/>
    <w:rsid w:val="00356DF4"/>
    <w:rsid w:val="003720D5"/>
    <w:rsid w:val="00373D0A"/>
    <w:rsid w:val="00380D41"/>
    <w:rsid w:val="0038200C"/>
    <w:rsid w:val="00382B02"/>
    <w:rsid w:val="00383A03"/>
    <w:rsid w:val="00386D6E"/>
    <w:rsid w:val="003A5C99"/>
    <w:rsid w:val="003B1F4C"/>
    <w:rsid w:val="003D5433"/>
    <w:rsid w:val="003E3F4C"/>
    <w:rsid w:val="003E7F24"/>
    <w:rsid w:val="003F2BF8"/>
    <w:rsid w:val="003F4D91"/>
    <w:rsid w:val="00401C21"/>
    <w:rsid w:val="004179AE"/>
    <w:rsid w:val="00420423"/>
    <w:rsid w:val="00420D96"/>
    <w:rsid w:val="00430E60"/>
    <w:rsid w:val="00434DA7"/>
    <w:rsid w:val="00440F63"/>
    <w:rsid w:val="0044101C"/>
    <w:rsid w:val="00444E09"/>
    <w:rsid w:val="0045586F"/>
    <w:rsid w:val="004646DB"/>
    <w:rsid w:val="00470967"/>
    <w:rsid w:val="00471881"/>
    <w:rsid w:val="00481BD4"/>
    <w:rsid w:val="004821DE"/>
    <w:rsid w:val="004860CB"/>
    <w:rsid w:val="004C06A3"/>
    <w:rsid w:val="004C178E"/>
    <w:rsid w:val="004C56F2"/>
    <w:rsid w:val="004D083B"/>
    <w:rsid w:val="004D0CA7"/>
    <w:rsid w:val="004D2712"/>
    <w:rsid w:val="004D4EBF"/>
    <w:rsid w:val="004E379E"/>
    <w:rsid w:val="004E5E48"/>
    <w:rsid w:val="004F2BA1"/>
    <w:rsid w:val="004F600B"/>
    <w:rsid w:val="004F7FD2"/>
    <w:rsid w:val="00502DD1"/>
    <w:rsid w:val="0051496F"/>
    <w:rsid w:val="005165F8"/>
    <w:rsid w:val="0052747F"/>
    <w:rsid w:val="00527F76"/>
    <w:rsid w:val="005377FB"/>
    <w:rsid w:val="005607D0"/>
    <w:rsid w:val="0056107C"/>
    <w:rsid w:val="005638C5"/>
    <w:rsid w:val="005676AC"/>
    <w:rsid w:val="00577E9A"/>
    <w:rsid w:val="00580F1F"/>
    <w:rsid w:val="00581844"/>
    <w:rsid w:val="005973C7"/>
    <w:rsid w:val="005A4759"/>
    <w:rsid w:val="005C632D"/>
    <w:rsid w:val="005D0B43"/>
    <w:rsid w:val="005D1AA9"/>
    <w:rsid w:val="005D6E2C"/>
    <w:rsid w:val="005D733F"/>
    <w:rsid w:val="005E30C1"/>
    <w:rsid w:val="005F09DA"/>
    <w:rsid w:val="005F29D6"/>
    <w:rsid w:val="00600809"/>
    <w:rsid w:val="00602604"/>
    <w:rsid w:val="00611BDE"/>
    <w:rsid w:val="00616EAF"/>
    <w:rsid w:val="006208A8"/>
    <w:rsid w:val="006264CF"/>
    <w:rsid w:val="006311A7"/>
    <w:rsid w:val="0063721D"/>
    <w:rsid w:val="00653421"/>
    <w:rsid w:val="00655418"/>
    <w:rsid w:val="00662FDD"/>
    <w:rsid w:val="00663E22"/>
    <w:rsid w:val="00664441"/>
    <w:rsid w:val="00674081"/>
    <w:rsid w:val="00675476"/>
    <w:rsid w:val="00693894"/>
    <w:rsid w:val="00694771"/>
    <w:rsid w:val="006D6013"/>
    <w:rsid w:val="00714AD6"/>
    <w:rsid w:val="00730D6F"/>
    <w:rsid w:val="0073627A"/>
    <w:rsid w:val="00740D02"/>
    <w:rsid w:val="00741336"/>
    <w:rsid w:val="007500B1"/>
    <w:rsid w:val="00752A9A"/>
    <w:rsid w:val="0075347C"/>
    <w:rsid w:val="007628B5"/>
    <w:rsid w:val="00770960"/>
    <w:rsid w:val="007774FC"/>
    <w:rsid w:val="007836C3"/>
    <w:rsid w:val="00787785"/>
    <w:rsid w:val="00790DF7"/>
    <w:rsid w:val="007963E9"/>
    <w:rsid w:val="007C68FB"/>
    <w:rsid w:val="007D449F"/>
    <w:rsid w:val="007E20C5"/>
    <w:rsid w:val="007F203F"/>
    <w:rsid w:val="00803882"/>
    <w:rsid w:val="00805DA5"/>
    <w:rsid w:val="008156D0"/>
    <w:rsid w:val="0085456D"/>
    <w:rsid w:val="00862A40"/>
    <w:rsid w:val="0086788C"/>
    <w:rsid w:val="008716CE"/>
    <w:rsid w:val="0087551D"/>
    <w:rsid w:val="00875C25"/>
    <w:rsid w:val="008A2721"/>
    <w:rsid w:val="008A53F1"/>
    <w:rsid w:val="008A7A8E"/>
    <w:rsid w:val="008C2FC5"/>
    <w:rsid w:val="008C3605"/>
    <w:rsid w:val="008D6AFB"/>
    <w:rsid w:val="008E0E5B"/>
    <w:rsid w:val="008F483D"/>
    <w:rsid w:val="00901E2D"/>
    <w:rsid w:val="009025D7"/>
    <w:rsid w:val="00910175"/>
    <w:rsid w:val="00913CB7"/>
    <w:rsid w:val="00922B75"/>
    <w:rsid w:val="00931572"/>
    <w:rsid w:val="00935EC6"/>
    <w:rsid w:val="0093748E"/>
    <w:rsid w:val="009421E3"/>
    <w:rsid w:val="00960FCE"/>
    <w:rsid w:val="0096374C"/>
    <w:rsid w:val="009B1B93"/>
    <w:rsid w:val="009C5887"/>
    <w:rsid w:val="009C7C26"/>
    <w:rsid w:val="009D06A1"/>
    <w:rsid w:val="009E3EAB"/>
    <w:rsid w:val="00A044B6"/>
    <w:rsid w:val="00A1238A"/>
    <w:rsid w:val="00A1658E"/>
    <w:rsid w:val="00A23191"/>
    <w:rsid w:val="00A35C70"/>
    <w:rsid w:val="00A442F6"/>
    <w:rsid w:val="00A45F6A"/>
    <w:rsid w:val="00A46947"/>
    <w:rsid w:val="00A50511"/>
    <w:rsid w:val="00A51F32"/>
    <w:rsid w:val="00A65B42"/>
    <w:rsid w:val="00A76FC9"/>
    <w:rsid w:val="00A834AE"/>
    <w:rsid w:val="00A84652"/>
    <w:rsid w:val="00A92040"/>
    <w:rsid w:val="00A92C78"/>
    <w:rsid w:val="00A96A55"/>
    <w:rsid w:val="00AA7CFB"/>
    <w:rsid w:val="00AB5F31"/>
    <w:rsid w:val="00AD164A"/>
    <w:rsid w:val="00AE4177"/>
    <w:rsid w:val="00AE576B"/>
    <w:rsid w:val="00B076B5"/>
    <w:rsid w:val="00B15595"/>
    <w:rsid w:val="00B22ED7"/>
    <w:rsid w:val="00B241EC"/>
    <w:rsid w:val="00B27577"/>
    <w:rsid w:val="00B47971"/>
    <w:rsid w:val="00B5126D"/>
    <w:rsid w:val="00B51410"/>
    <w:rsid w:val="00B634BA"/>
    <w:rsid w:val="00B65649"/>
    <w:rsid w:val="00B65D35"/>
    <w:rsid w:val="00B71B71"/>
    <w:rsid w:val="00B754CF"/>
    <w:rsid w:val="00B843CC"/>
    <w:rsid w:val="00B95877"/>
    <w:rsid w:val="00BA7269"/>
    <w:rsid w:val="00BB047B"/>
    <w:rsid w:val="00BB46CF"/>
    <w:rsid w:val="00BD2E35"/>
    <w:rsid w:val="00BD3955"/>
    <w:rsid w:val="00BD5215"/>
    <w:rsid w:val="00BE1E09"/>
    <w:rsid w:val="00BF6E6E"/>
    <w:rsid w:val="00BF6F74"/>
    <w:rsid w:val="00BF7FC7"/>
    <w:rsid w:val="00C024D8"/>
    <w:rsid w:val="00C2140B"/>
    <w:rsid w:val="00C362D7"/>
    <w:rsid w:val="00C4622A"/>
    <w:rsid w:val="00C51AC2"/>
    <w:rsid w:val="00C561BA"/>
    <w:rsid w:val="00C6242B"/>
    <w:rsid w:val="00C73718"/>
    <w:rsid w:val="00C9435A"/>
    <w:rsid w:val="00C96A9E"/>
    <w:rsid w:val="00CA32F0"/>
    <w:rsid w:val="00CA7BE5"/>
    <w:rsid w:val="00CB1CEF"/>
    <w:rsid w:val="00CB47A0"/>
    <w:rsid w:val="00CD41B5"/>
    <w:rsid w:val="00CD6C62"/>
    <w:rsid w:val="00CE1CB8"/>
    <w:rsid w:val="00D017F0"/>
    <w:rsid w:val="00D1231F"/>
    <w:rsid w:val="00D13AB6"/>
    <w:rsid w:val="00D27FF8"/>
    <w:rsid w:val="00D33E1C"/>
    <w:rsid w:val="00D34DF3"/>
    <w:rsid w:val="00D35636"/>
    <w:rsid w:val="00D56EAB"/>
    <w:rsid w:val="00D70115"/>
    <w:rsid w:val="00D74FD3"/>
    <w:rsid w:val="00D75135"/>
    <w:rsid w:val="00D8307B"/>
    <w:rsid w:val="00DA41D8"/>
    <w:rsid w:val="00DA4699"/>
    <w:rsid w:val="00DD723B"/>
    <w:rsid w:val="00DE29C7"/>
    <w:rsid w:val="00DE30DB"/>
    <w:rsid w:val="00DE4E0C"/>
    <w:rsid w:val="00DF319D"/>
    <w:rsid w:val="00DF32D6"/>
    <w:rsid w:val="00E01ECF"/>
    <w:rsid w:val="00E04124"/>
    <w:rsid w:val="00E22ECA"/>
    <w:rsid w:val="00E31E64"/>
    <w:rsid w:val="00E63C44"/>
    <w:rsid w:val="00E64A1F"/>
    <w:rsid w:val="00E809FE"/>
    <w:rsid w:val="00E863AD"/>
    <w:rsid w:val="00E934F4"/>
    <w:rsid w:val="00E963FF"/>
    <w:rsid w:val="00E97289"/>
    <w:rsid w:val="00EA06F4"/>
    <w:rsid w:val="00EA4CEE"/>
    <w:rsid w:val="00EB1FAB"/>
    <w:rsid w:val="00EB2A4B"/>
    <w:rsid w:val="00EC03C8"/>
    <w:rsid w:val="00EC7D83"/>
    <w:rsid w:val="00ED4AC1"/>
    <w:rsid w:val="00EE0054"/>
    <w:rsid w:val="00EF16BA"/>
    <w:rsid w:val="00EF50C2"/>
    <w:rsid w:val="00F04C2D"/>
    <w:rsid w:val="00F1275F"/>
    <w:rsid w:val="00F27A76"/>
    <w:rsid w:val="00F400FA"/>
    <w:rsid w:val="00F40453"/>
    <w:rsid w:val="00F4403C"/>
    <w:rsid w:val="00F47D2A"/>
    <w:rsid w:val="00F65E7A"/>
    <w:rsid w:val="00F91462"/>
    <w:rsid w:val="00F91D39"/>
    <w:rsid w:val="00F933A2"/>
    <w:rsid w:val="00F954AB"/>
    <w:rsid w:val="00FB6220"/>
    <w:rsid w:val="00FC4C3C"/>
    <w:rsid w:val="00FE201B"/>
    <w:rsid w:val="00FF259E"/>
    <w:rsid w:val="00FF27B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4"/>
    <o:shapelayout v:ext="edit">
      <o:idmap v:ext="edit" data="1"/>
    </o:shapelayout>
  </w:shapeDefaults>
  <w:decimalSymbol w:val="."/>
  <w:listSeparator w:val=";"/>
  <w15:chartTrackingRefBased/>
  <w15:docId w15:val="{7D5056E0-4F5D-4D2B-821D-8AB49B87F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bg-BG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6A9E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E97289"/>
    <w:rPr>
      <w:rFonts w:ascii="Tahoma" w:hAnsi="Tahoma" w:cs="Tahoma"/>
      <w:sz w:val="16"/>
      <w:szCs w:val="16"/>
    </w:rPr>
  </w:style>
  <w:style w:type="paragraph" w:customStyle="1" w:styleId="CharChar2CharCharCharCharCharCharCharCharCharCharCharCharCharCharCharCharCharCharCharCharCharCharCharCharCharCharCharChar">
    <w:name w:val="Char Char2 Char Char Char Char Char Char Char Char Char Char Char Char Char Char Char Char Char Char Char Char Char Char Char Char Char Char Char Char"/>
    <w:basedOn w:val="Normal"/>
    <w:rsid w:val="00EB2A4B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FootnoteText">
    <w:name w:val="footnote text"/>
    <w:basedOn w:val="Normal"/>
    <w:semiHidden/>
    <w:rsid w:val="005A4759"/>
    <w:rPr>
      <w:sz w:val="20"/>
      <w:szCs w:val="20"/>
    </w:rPr>
  </w:style>
  <w:style w:type="character" w:styleId="FootnoteReference">
    <w:name w:val="footnote reference"/>
    <w:semiHidden/>
    <w:rsid w:val="005A4759"/>
    <w:rPr>
      <w:vertAlign w:val="superscript"/>
    </w:rPr>
  </w:style>
  <w:style w:type="paragraph" w:styleId="Footer">
    <w:name w:val="footer"/>
    <w:basedOn w:val="Normal"/>
    <w:rsid w:val="005A4759"/>
    <w:pPr>
      <w:tabs>
        <w:tab w:val="center" w:pos="4320"/>
        <w:tab w:val="right" w:pos="8640"/>
      </w:tabs>
    </w:pPr>
    <w:rPr>
      <w:szCs w:val="20"/>
      <w:lang w:val="en-GB" w:eastAsia="en-US"/>
    </w:rPr>
  </w:style>
  <w:style w:type="paragraph" w:customStyle="1" w:styleId="CharChar1CharCharCharCharCharCharCharCharCharCharCharCharCharCharCharChar">
    <w:name w:val="Char Char1 Char Char Char Char Char Char Char Char Char Char Char Char Char Char Char Char"/>
    <w:basedOn w:val="Normal"/>
    <w:rsid w:val="000B2549"/>
    <w:pPr>
      <w:tabs>
        <w:tab w:val="left" w:pos="709"/>
      </w:tabs>
      <w:spacing w:before="120" w:after="120"/>
      <w:ind w:left="360"/>
      <w:jc w:val="center"/>
    </w:pPr>
    <w:rPr>
      <w:rFonts w:ascii="Tahoma" w:hAnsi="Tahoma"/>
      <w:b/>
      <w:bCs/>
      <w:szCs w:val="28"/>
      <w:lang w:val="pl-PL" w:eastAsia="pl-PL"/>
    </w:rPr>
  </w:style>
  <w:style w:type="paragraph" w:styleId="BodyTextIndent3">
    <w:name w:val="Body Text Indent 3"/>
    <w:basedOn w:val="Normal"/>
    <w:link w:val="BodyTextIndent3Char"/>
    <w:rsid w:val="00FF7ECB"/>
    <w:pPr>
      <w:overflowPunct w:val="0"/>
      <w:autoSpaceDE w:val="0"/>
      <w:autoSpaceDN w:val="0"/>
      <w:adjustRightInd w:val="0"/>
      <w:spacing w:after="120"/>
      <w:ind w:left="283"/>
      <w:textAlignment w:val="baseline"/>
    </w:pPr>
    <w:rPr>
      <w:rFonts w:ascii="Arial" w:hAnsi="Arial"/>
      <w:sz w:val="16"/>
      <w:szCs w:val="16"/>
      <w:lang w:val="en-US" w:eastAsia="en-US"/>
    </w:rPr>
  </w:style>
  <w:style w:type="character" w:customStyle="1" w:styleId="BodyTextIndent3Char">
    <w:name w:val="Body Text Indent 3 Char"/>
    <w:link w:val="BodyTextIndent3"/>
    <w:rsid w:val="00FF7ECB"/>
    <w:rPr>
      <w:rFonts w:ascii="Arial" w:hAnsi="Arial"/>
      <w:sz w:val="16"/>
      <w:szCs w:val="16"/>
      <w:lang w:val="en-US" w:eastAsia="en-US"/>
    </w:rPr>
  </w:style>
  <w:style w:type="paragraph" w:styleId="Header">
    <w:name w:val="header"/>
    <w:basedOn w:val="Normal"/>
    <w:link w:val="HeaderChar"/>
    <w:uiPriority w:val="99"/>
    <w:rsid w:val="00380D41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rsid w:val="00380D41"/>
    <w:rPr>
      <w:sz w:val="24"/>
      <w:szCs w:val="24"/>
    </w:rPr>
  </w:style>
  <w:style w:type="character" w:styleId="CommentReference">
    <w:name w:val="annotation reference"/>
    <w:rsid w:val="00600809"/>
    <w:rPr>
      <w:sz w:val="16"/>
      <w:szCs w:val="16"/>
    </w:rPr>
  </w:style>
  <w:style w:type="paragraph" w:styleId="CommentText">
    <w:name w:val="annotation text"/>
    <w:basedOn w:val="Normal"/>
    <w:link w:val="CommentTextChar"/>
    <w:rsid w:val="0060080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600809"/>
  </w:style>
  <w:style w:type="paragraph" w:styleId="CommentSubject">
    <w:name w:val="annotation subject"/>
    <w:basedOn w:val="CommentText"/>
    <w:next w:val="CommentText"/>
    <w:link w:val="CommentSubjectChar"/>
    <w:rsid w:val="00600809"/>
    <w:rPr>
      <w:b/>
      <w:bCs/>
    </w:rPr>
  </w:style>
  <w:style w:type="character" w:customStyle="1" w:styleId="CommentSubjectChar">
    <w:name w:val="Comment Subject Char"/>
    <w:link w:val="CommentSubject"/>
    <w:rsid w:val="00600809"/>
    <w:rPr>
      <w:b/>
      <w:bCs/>
    </w:rPr>
  </w:style>
  <w:style w:type="paragraph" w:styleId="Revision">
    <w:name w:val="Revision"/>
    <w:hidden/>
    <w:uiPriority w:val="99"/>
    <w:semiHidden/>
    <w:rsid w:val="0060080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6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cid:image001.png@01D8FB39.06A872C0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FA56ED-E529-42CE-ADA6-49AC8FE9CA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462</Words>
  <Characters>2634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</vt:lpstr>
      <vt:lpstr>Приложение</vt:lpstr>
    </vt:vector>
  </TitlesOfParts>
  <Company>MRRB</Company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cp:lastModifiedBy>Administrator</cp:lastModifiedBy>
  <cp:revision>17</cp:revision>
  <cp:lastPrinted>2010-02-05T08:35:00Z</cp:lastPrinted>
  <dcterms:created xsi:type="dcterms:W3CDTF">2023-06-09T15:52:00Z</dcterms:created>
  <dcterms:modified xsi:type="dcterms:W3CDTF">2025-03-04T14:02:00Z</dcterms:modified>
</cp:coreProperties>
</file>