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EE4" w:rsidRPr="004C3EE4" w:rsidRDefault="00E343EC" w:rsidP="004C3EE4">
      <w:pPr>
        <w:jc w:val="right"/>
        <w:divId w:val="591360905"/>
        <w:rPr>
          <w:b/>
          <w:i/>
        </w:rPr>
      </w:pPr>
      <w:r>
        <w:rPr>
          <w:b/>
        </w:rPr>
        <w:t xml:space="preserve">                            </w:t>
      </w:r>
      <w:r w:rsidR="00E71E65">
        <w:rPr>
          <w:b/>
          <w:i/>
        </w:rPr>
        <w:t xml:space="preserve">Приложение </w:t>
      </w:r>
      <w:r w:rsidR="00AA7958">
        <w:rPr>
          <w:b/>
          <w:i/>
        </w:rPr>
        <w:t>17</w:t>
      </w:r>
    </w:p>
    <w:p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88220F" w:rsidRPr="0088220F">
        <w:rPr>
          <w:b/>
        </w:rPr>
        <w:t>УПЪЛНОМОЩЕНИ</w:t>
      </w:r>
      <w:r w:rsidR="0088220F">
        <w:rPr>
          <w:b/>
        </w:rPr>
        <w:t xml:space="preserve"> </w:t>
      </w:r>
      <w:r w:rsidR="0088220F">
        <w:rPr>
          <w:b/>
          <w:lang w:val="en-US"/>
        </w:rPr>
        <w:t>OT</w:t>
      </w:r>
      <w:r w:rsidR="0088220F" w:rsidRPr="00E71E65">
        <w:rPr>
          <w:b/>
        </w:rPr>
        <w:t xml:space="preserve"> </w:t>
      </w:r>
      <w:r>
        <w:rPr>
          <w:b/>
        </w:rPr>
        <w:t>БЕНЕФИЦИЕНТА</w:t>
      </w:r>
      <w:r w:rsidR="0088220F" w:rsidRPr="00E71E65">
        <w:rPr>
          <w:b/>
        </w:rPr>
        <w:t xml:space="preserve"> </w:t>
      </w:r>
      <w:r w:rsidR="0088220F">
        <w:rPr>
          <w:b/>
        </w:rPr>
        <w:t>ЛИЦА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88220F" w:rsidRPr="0078204B" w:rsidRDefault="0088220F" w:rsidP="0088220F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88220F" w:rsidRPr="001A59BD" w:rsidRDefault="0088220F" w:rsidP="0088220F">
      <w:pPr>
        <w:pStyle w:val="NormalWeb"/>
        <w:spacing w:after="240" w:afterAutospacing="0"/>
        <w:jc w:val="center"/>
        <w:divId w:val="591360905"/>
        <w:rPr>
          <w:i/>
          <w:sz w:val="20"/>
          <w:szCs w:val="20"/>
        </w:rPr>
      </w:pPr>
      <w:r w:rsidRPr="0078204B">
        <w:t xml:space="preserve">....................................................................................................................................................... </w:t>
      </w:r>
      <w:r w:rsidRPr="001A59BD">
        <w:rPr>
          <w:i/>
          <w:sz w:val="20"/>
          <w:szCs w:val="20"/>
        </w:rPr>
        <w:t>(</w:t>
      </w:r>
      <w:r w:rsidRPr="001A59BD">
        <w:rPr>
          <w:rStyle w:val="spelle"/>
          <w:i/>
          <w:sz w:val="20"/>
          <w:szCs w:val="20"/>
        </w:rPr>
        <w:t>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презиме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фамилия</w:t>
      </w:r>
      <w:r w:rsidRPr="001A59BD">
        <w:rPr>
          <w:i/>
          <w:sz w:val="20"/>
          <w:szCs w:val="20"/>
        </w:rPr>
        <w:t>)</w:t>
      </w:r>
    </w:p>
    <w:p w:rsidR="0088220F" w:rsidRDefault="0088220F" w:rsidP="0088220F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>
        <w:t>.........................................................................</w:t>
      </w:r>
      <w:r w:rsidRPr="0078204B">
        <w:t xml:space="preserve">., </w:t>
      </w:r>
    </w:p>
    <w:p w:rsidR="0088220F" w:rsidRPr="0078204B" w:rsidRDefault="0088220F" w:rsidP="0088220F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Pr="0078204B">
        <w:t>...............................................................</w:t>
      </w:r>
      <w:r>
        <w:t>....................................................</w:t>
      </w:r>
      <w:r w:rsidRPr="0078204B">
        <w:t xml:space="preserve">......., </w:t>
      </w:r>
    </w:p>
    <w:p w:rsidR="0088220F" w:rsidRDefault="0088220F" w:rsidP="0088220F">
      <w:pPr>
        <w:pStyle w:val="NormalWeb"/>
        <w:jc w:val="both"/>
        <w:divId w:val="591360905"/>
      </w:pPr>
      <w:r w:rsidRPr="0078204B">
        <w:t xml:space="preserve">ЕИК ...................................................., </w:t>
      </w:r>
    </w:p>
    <w:p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88220F" w:rsidRPr="001A59BD" w:rsidRDefault="0088220F" w:rsidP="0088220F">
      <w:pPr>
        <w:pStyle w:val="NormalWeb"/>
        <w:spacing w:before="0" w:beforeAutospacing="0"/>
        <w:ind w:left="3047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 xml:space="preserve">) </w:t>
      </w:r>
    </w:p>
    <w:p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</w:t>
      </w:r>
      <w:r w:rsidR="001A59BD">
        <w:t xml:space="preserve">в </w:t>
      </w:r>
      <w:r>
        <w:t>к</w:t>
      </w:r>
      <w:r w:rsidR="001A59BD">
        <w:t>ачеството му на ……………………………………</w:t>
      </w:r>
    </w:p>
    <w:p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По проект №…………………................................................................................;</w:t>
      </w:r>
    </w:p>
    <w:p w:rsidR="0088220F" w:rsidRPr="005007EE" w:rsidRDefault="0088220F" w:rsidP="0088220F">
      <w:pPr>
        <w:pStyle w:val="NormalWeb"/>
        <w:jc w:val="both"/>
        <w:divId w:val="591360905"/>
        <w:rPr>
          <w:b/>
        </w:rPr>
      </w:pPr>
      <w:r>
        <w:t xml:space="preserve">Да извършва/извършват всички действия по изпращане и получаване на данни във връзка с отчитането на </w:t>
      </w:r>
      <w:r w:rsidR="001A59BD">
        <w:t xml:space="preserve">административен </w:t>
      </w:r>
      <w:r>
        <w:t xml:space="preserve">договор </w:t>
      </w:r>
      <w:r w:rsidRPr="0078204B">
        <w:t xml:space="preserve">за предоставяне на безвъзмездна финансова помощ № </w:t>
      </w:r>
      <w:r w:rsidRPr="001F6EEA">
        <w:t>…………………………………………… по процедура</w:t>
      </w:r>
      <w:r w:rsidR="001A59BD" w:rsidRPr="001A59BD">
        <w:t xml:space="preserve"> чрез подбор на проектни предложения</w:t>
      </w:r>
      <w:r w:rsidR="001A59BD">
        <w:t xml:space="preserve"> </w:t>
      </w:r>
      <w:r w:rsidR="006B10D0" w:rsidRPr="00913A8D">
        <w:rPr>
          <w:b/>
        </w:rPr>
        <w:t>BG16RFPR002-1.005 Малки иновативни грантове за малки и средни предприятия (МСП)</w:t>
      </w:r>
      <w:r>
        <w:rPr>
          <w:b/>
        </w:rPr>
        <w:t xml:space="preserve"> </w:t>
      </w:r>
      <w:r w:rsidRPr="001F6EEA">
        <w:t>от</w:t>
      </w:r>
      <w:r>
        <w:t xml:space="preserve"> мое/наше име и за моя/наша сметка.</w:t>
      </w:r>
    </w:p>
    <w:p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На лицето/лицата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:rsidR="0088220F" w:rsidRDefault="004C3EE4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  <w:t xml:space="preserve">       </w:t>
      </w:r>
      <w:r w:rsidR="0088220F">
        <w:t>Е</w:t>
      </w:r>
      <w:r w:rsidR="0088220F" w:rsidRPr="00AC5555">
        <w:t>лектронна поща:</w:t>
      </w:r>
      <w:r w:rsidR="0088220F">
        <w:t>…….………………………………………………………..;</w:t>
      </w:r>
    </w:p>
    <w:p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:rsidR="0088220F" w:rsidRDefault="004C3EE4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                 </w:t>
      </w:r>
      <w:r w:rsidR="0088220F" w:rsidRPr="006167CB">
        <w:t>Телефон за контакт: ………………</w:t>
      </w:r>
      <w:r w:rsidR="0088220F">
        <w:t>…………………………………………..</w:t>
      </w:r>
      <w:r w:rsidR="0088220F" w:rsidRPr="006167CB">
        <w:t xml:space="preserve">  </w:t>
      </w:r>
    </w:p>
    <w:p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8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lastRenderedPageBreak/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:rsidR="0088220F" w:rsidRDefault="004C3EE4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  <w:t xml:space="preserve">       </w:t>
      </w:r>
      <w:r w:rsidR="0088220F">
        <w:t>Е</w:t>
      </w:r>
      <w:r w:rsidR="0088220F" w:rsidRPr="00AC5555">
        <w:t>лектронна поща:</w:t>
      </w:r>
      <w:r w:rsidR="0088220F">
        <w:t>…….………………………………………………………..;</w:t>
      </w:r>
    </w:p>
    <w:p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:rsidR="0088220F" w:rsidRDefault="004C3EE4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                 </w:t>
      </w:r>
      <w:r w:rsidR="0088220F" w:rsidRPr="006167CB">
        <w:t>Телефон за контакт: ………………</w:t>
      </w:r>
      <w:r w:rsidR="0088220F">
        <w:t>……………………………………….…..</w:t>
      </w:r>
      <w:r w:rsidR="0088220F" w:rsidRPr="006167CB">
        <w:t xml:space="preserve">  </w:t>
      </w:r>
    </w:p>
    <w:p w:rsidR="0088220F" w:rsidRDefault="001A59BD" w:rsidP="0088220F">
      <w:pPr>
        <w:pStyle w:val="NormalWeb"/>
        <w:ind w:right="17"/>
        <w:jc w:val="both"/>
        <w:divId w:val="591360905"/>
      </w:pPr>
      <w:r>
        <w:t>Заявявам, че:</w:t>
      </w:r>
    </w:p>
    <w:p w:rsidR="0088220F" w:rsidRDefault="0088220F" w:rsidP="004C3EE4">
      <w:pPr>
        <w:pStyle w:val="NormalWeb"/>
        <w:numPr>
          <w:ilvl w:val="0"/>
          <w:numId w:val="30"/>
        </w:numPr>
        <w:spacing w:before="60" w:beforeAutospacing="0"/>
        <w:ind w:left="697" w:right="17" w:hanging="357"/>
        <w:jc w:val="both"/>
        <w:divId w:val="591360905"/>
      </w:pPr>
      <w:r>
        <w:t xml:space="preserve">Кореспонденцията във връзка с изпълнението по проекта ще се осъществява чрез посочените в т. 2 профил/профили само от съответните лица. </w:t>
      </w:r>
    </w:p>
    <w:p w:rsidR="0088220F" w:rsidRDefault="0088220F" w:rsidP="004C3EE4">
      <w:pPr>
        <w:pStyle w:val="NormalWeb"/>
        <w:numPr>
          <w:ilvl w:val="0"/>
          <w:numId w:val="30"/>
        </w:numPr>
        <w:spacing w:before="60" w:beforeAutospacing="0"/>
        <w:ind w:left="697" w:right="17" w:hanging="35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</w:t>
      </w:r>
      <w:r w:rsidR="004C3EE4">
        <w:t xml:space="preserve"> модул „Е-Управление на проекти</w:t>
      </w:r>
      <w:r w:rsidR="004C3EE4" w:rsidRPr="00E71E65">
        <w:t>”</w:t>
      </w:r>
      <w:r w:rsidRPr="0078204B">
        <w:t>.</w:t>
      </w:r>
    </w:p>
    <w:p w:rsidR="0088220F" w:rsidRDefault="0088220F" w:rsidP="004C3EE4">
      <w:pPr>
        <w:pStyle w:val="NormalWeb"/>
        <w:numPr>
          <w:ilvl w:val="0"/>
          <w:numId w:val="30"/>
        </w:numPr>
        <w:spacing w:before="60" w:beforeAutospacing="0"/>
        <w:ind w:left="697" w:right="17" w:hanging="35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88220F" w:rsidRPr="0078204B" w:rsidRDefault="0088220F" w:rsidP="004C3EE4">
      <w:pPr>
        <w:pStyle w:val="NormalWeb"/>
        <w:numPr>
          <w:ilvl w:val="0"/>
          <w:numId w:val="30"/>
        </w:numPr>
        <w:spacing w:before="60" w:beforeAutospacing="0"/>
        <w:ind w:left="697" w:right="17" w:hanging="35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</w:t>
      </w:r>
      <w:r w:rsidR="001A59BD">
        <w:t>правляващия орган</w:t>
      </w:r>
      <w:r w:rsidRPr="0078204B">
        <w:t>.</w:t>
      </w:r>
    </w:p>
    <w:p w:rsidR="0088220F" w:rsidRDefault="0088220F" w:rsidP="0088220F">
      <w:pPr>
        <w:divId w:val="591360905"/>
        <w:rPr>
          <w:rStyle w:val="spelle"/>
        </w:rPr>
      </w:pPr>
    </w:p>
    <w:p w:rsidR="0088220F" w:rsidRDefault="0088220F" w:rsidP="0088220F">
      <w:pPr>
        <w:divId w:val="591360905"/>
        <w:rPr>
          <w:rStyle w:val="spelle"/>
        </w:rPr>
      </w:pPr>
    </w:p>
    <w:p w:rsidR="0088220F" w:rsidRDefault="0088220F" w:rsidP="0088220F">
      <w:pPr>
        <w:divId w:val="591360905"/>
        <w:rPr>
          <w:rStyle w:val="spelle"/>
        </w:rPr>
      </w:pPr>
    </w:p>
    <w:p w:rsidR="0088220F" w:rsidRPr="0078204B" w:rsidRDefault="0088220F" w:rsidP="0088220F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88220F" w:rsidRDefault="0088220F" w:rsidP="0088220F">
      <w:pPr>
        <w:divId w:val="591360905"/>
      </w:pPr>
    </w:p>
    <w:p w:rsidR="0088220F" w:rsidRPr="0078204B" w:rsidRDefault="0088220F" w:rsidP="0088220F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="004C3EE4">
        <w:rPr>
          <w:rStyle w:val="spelle"/>
        </w:rPr>
        <w:t>подпис</w:t>
      </w:r>
      <w:r w:rsidRPr="0095778C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E343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2EF" w:rsidRDefault="006212EF" w:rsidP="007939FC">
      <w:r>
        <w:separator/>
      </w:r>
    </w:p>
  </w:endnote>
  <w:endnote w:type="continuationSeparator" w:id="0">
    <w:p w:rsidR="006212EF" w:rsidRDefault="006212EF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730" w:rsidRDefault="007047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B4A1D">
        <w:pPr>
          <w:pStyle w:val="Footer"/>
          <w:jc w:val="center"/>
        </w:pPr>
        <w:r>
          <w:fldChar w:fldCharType="begin"/>
        </w:r>
        <w:r w:rsidR="0078204B">
          <w:instrText xml:space="preserve"> PAGE   \* MERGEFORMAT </w:instrText>
        </w:r>
        <w:r>
          <w:fldChar w:fldCharType="separate"/>
        </w:r>
        <w:r w:rsidR="007A5F3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730" w:rsidRDefault="007047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2EF" w:rsidRDefault="006212EF" w:rsidP="007939FC">
      <w:r>
        <w:separator/>
      </w:r>
    </w:p>
  </w:footnote>
  <w:footnote w:type="continuationSeparator" w:id="0">
    <w:p w:rsidR="006212EF" w:rsidRDefault="006212EF" w:rsidP="007939FC">
      <w:r>
        <w:continuationSeparator/>
      </w:r>
    </w:p>
  </w:footnote>
  <w:footnote w:id="1">
    <w:p w:rsidR="0088220F" w:rsidRDefault="0088220F" w:rsidP="001A59B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1A59BD">
        <w:t>САМО ЗАЕДНО</w:t>
      </w:r>
      <w:r w:rsidR="004C3EE4">
        <w:t xml:space="preserve"> от няколко физически лица, З</w:t>
      </w:r>
      <w:r>
        <w:t>аявлението се попълва и подписва от всички от тях</w:t>
      </w:r>
      <w:r w:rsidR="001A59B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EC" w:rsidRDefault="00E343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507"/>
      <w:gridCol w:w="4781"/>
    </w:tblGrid>
    <w:tr w:rsidR="006B10D0" w:rsidRPr="00934C1B" w:rsidTr="00D52AD0">
      <w:tc>
        <w:tcPr>
          <w:tcW w:w="2426" w:type="pct"/>
          <w:shd w:val="clear" w:color="auto" w:fill="auto"/>
        </w:tcPr>
        <w:p w:rsidR="006B10D0" w:rsidRPr="00934C1B" w:rsidRDefault="006B10D0" w:rsidP="006B10D0">
          <w:pPr>
            <w:pStyle w:val="Header"/>
            <w:tabs>
              <w:tab w:val="clear" w:pos="4536"/>
              <w:tab w:val="clear" w:pos="9072"/>
              <w:tab w:val="left" w:pos="5828"/>
            </w:tabs>
          </w:pPr>
          <w:r w:rsidRPr="00934C1B">
            <w:rPr>
              <w:i/>
              <w:noProof/>
              <w:lang w:val="en-US" w:eastAsia="en-US"/>
            </w:rPr>
            <w:drawing>
              <wp:inline distT="0" distB="0" distL="0" distR="0" wp14:anchorId="3EBE8AA9" wp14:editId="2EDA4113">
                <wp:extent cx="2047875" cy="476250"/>
                <wp:effectExtent l="0" t="0" r="0" b="0"/>
                <wp:docPr id="4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4" w:type="pct"/>
          <w:shd w:val="clear" w:color="auto" w:fill="auto"/>
        </w:tcPr>
        <w:p w:rsidR="006B10D0" w:rsidRPr="00934C1B" w:rsidRDefault="006B10D0" w:rsidP="006B10D0">
          <w:pPr>
            <w:pStyle w:val="Header"/>
            <w:tabs>
              <w:tab w:val="clear" w:pos="4536"/>
              <w:tab w:val="clear" w:pos="9072"/>
              <w:tab w:val="left" w:pos="5828"/>
            </w:tabs>
            <w:jc w:val="right"/>
          </w:pPr>
          <w:r w:rsidRPr="00934C1B">
            <w:rPr>
              <w:noProof/>
              <w:lang w:val="en-US" w:eastAsia="en-US"/>
            </w:rPr>
            <w:drawing>
              <wp:inline distT="0" distB="0" distL="0" distR="0" wp14:anchorId="05FF3AEA" wp14:editId="2B83E1A6">
                <wp:extent cx="1866949" cy="526212"/>
                <wp:effectExtent l="0" t="0" r="0" b="0"/>
                <wp:docPr id="15" name="Pictur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niidit_logo_left_aligned_Tex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72060" cy="5558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B10D0" w:rsidRPr="004D16D6" w:rsidRDefault="006B10D0" w:rsidP="006B10D0">
    <w:pPr>
      <w:pStyle w:val="Header"/>
      <w:tabs>
        <w:tab w:val="clear" w:pos="4536"/>
        <w:tab w:val="clear" w:pos="9072"/>
        <w:tab w:val="left" w:pos="5828"/>
      </w:tabs>
    </w:pPr>
  </w:p>
  <w:p w:rsidR="006B10D0" w:rsidRPr="0004113E" w:rsidRDefault="006B10D0" w:rsidP="006B10D0">
    <w:pPr>
      <w:pStyle w:val="Header"/>
    </w:pPr>
  </w:p>
  <w:p w:rsidR="00E343EC" w:rsidRPr="006B10D0" w:rsidRDefault="00E343EC" w:rsidP="006B10D0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EC" w:rsidRDefault="00E343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8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9"/>
  </w:num>
  <w:num w:numId="7">
    <w:abstractNumId w:val="2"/>
  </w:num>
  <w:num w:numId="8">
    <w:abstractNumId w:val="26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8"/>
  </w:num>
  <w:num w:numId="20">
    <w:abstractNumId w:val="25"/>
  </w:num>
  <w:num w:numId="21">
    <w:abstractNumId w:val="15"/>
  </w:num>
  <w:num w:numId="22">
    <w:abstractNumId w:val="1"/>
  </w:num>
  <w:num w:numId="23">
    <w:abstractNumId w:val="27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D52"/>
    <w:rsid w:val="00001C12"/>
    <w:rsid w:val="0001235A"/>
    <w:rsid w:val="0003587E"/>
    <w:rsid w:val="00036896"/>
    <w:rsid w:val="000604C2"/>
    <w:rsid w:val="000711C4"/>
    <w:rsid w:val="00072AEA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7A43"/>
    <w:rsid w:val="0015324C"/>
    <w:rsid w:val="00182C81"/>
    <w:rsid w:val="00186385"/>
    <w:rsid w:val="001A59BD"/>
    <w:rsid w:val="001C0ED1"/>
    <w:rsid w:val="001C7C05"/>
    <w:rsid w:val="001E4106"/>
    <w:rsid w:val="001E63D0"/>
    <w:rsid w:val="00226298"/>
    <w:rsid w:val="002277E5"/>
    <w:rsid w:val="00233573"/>
    <w:rsid w:val="00242BCB"/>
    <w:rsid w:val="002441CE"/>
    <w:rsid w:val="002442D6"/>
    <w:rsid w:val="00246656"/>
    <w:rsid w:val="00255A14"/>
    <w:rsid w:val="00257B11"/>
    <w:rsid w:val="002741CA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1636F"/>
    <w:rsid w:val="004222BB"/>
    <w:rsid w:val="00444431"/>
    <w:rsid w:val="0045035E"/>
    <w:rsid w:val="00457B83"/>
    <w:rsid w:val="00472FBD"/>
    <w:rsid w:val="00487EDF"/>
    <w:rsid w:val="004907FC"/>
    <w:rsid w:val="00493E3D"/>
    <w:rsid w:val="0049694C"/>
    <w:rsid w:val="004A227B"/>
    <w:rsid w:val="004A76FD"/>
    <w:rsid w:val="004C3EE4"/>
    <w:rsid w:val="004D0B97"/>
    <w:rsid w:val="004D1591"/>
    <w:rsid w:val="004D2A38"/>
    <w:rsid w:val="004D668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12EF"/>
    <w:rsid w:val="00624B3D"/>
    <w:rsid w:val="00626DE7"/>
    <w:rsid w:val="006749A2"/>
    <w:rsid w:val="00677017"/>
    <w:rsid w:val="00681053"/>
    <w:rsid w:val="00683183"/>
    <w:rsid w:val="00690261"/>
    <w:rsid w:val="0069123E"/>
    <w:rsid w:val="00692B39"/>
    <w:rsid w:val="006A59E9"/>
    <w:rsid w:val="006B10D0"/>
    <w:rsid w:val="006B4FCF"/>
    <w:rsid w:val="006C4679"/>
    <w:rsid w:val="006C6428"/>
    <w:rsid w:val="006F2A3C"/>
    <w:rsid w:val="006F630C"/>
    <w:rsid w:val="00704730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A5F3F"/>
    <w:rsid w:val="007B4A1D"/>
    <w:rsid w:val="007B7B2D"/>
    <w:rsid w:val="007C0437"/>
    <w:rsid w:val="007D4999"/>
    <w:rsid w:val="007D617A"/>
    <w:rsid w:val="007E128A"/>
    <w:rsid w:val="007E1419"/>
    <w:rsid w:val="007E3F08"/>
    <w:rsid w:val="007E4029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47972"/>
    <w:rsid w:val="0085161B"/>
    <w:rsid w:val="00854086"/>
    <w:rsid w:val="00860140"/>
    <w:rsid w:val="008611AB"/>
    <w:rsid w:val="008651B1"/>
    <w:rsid w:val="00877AC9"/>
    <w:rsid w:val="008819C9"/>
    <w:rsid w:val="0088220F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07D9"/>
    <w:rsid w:val="009026FB"/>
    <w:rsid w:val="00904EA2"/>
    <w:rsid w:val="009161CD"/>
    <w:rsid w:val="00922552"/>
    <w:rsid w:val="0093131C"/>
    <w:rsid w:val="00933D88"/>
    <w:rsid w:val="00937638"/>
    <w:rsid w:val="00944949"/>
    <w:rsid w:val="0095778C"/>
    <w:rsid w:val="00966436"/>
    <w:rsid w:val="009748E8"/>
    <w:rsid w:val="00975CD3"/>
    <w:rsid w:val="00980EE5"/>
    <w:rsid w:val="00982D25"/>
    <w:rsid w:val="0098481B"/>
    <w:rsid w:val="0098700F"/>
    <w:rsid w:val="00990BDE"/>
    <w:rsid w:val="009915FA"/>
    <w:rsid w:val="00994D17"/>
    <w:rsid w:val="009B18B7"/>
    <w:rsid w:val="009C3691"/>
    <w:rsid w:val="009C3D24"/>
    <w:rsid w:val="009C6199"/>
    <w:rsid w:val="009D1F2B"/>
    <w:rsid w:val="009D6AB9"/>
    <w:rsid w:val="009F437F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1155"/>
    <w:rsid w:val="00A7590E"/>
    <w:rsid w:val="00A75A67"/>
    <w:rsid w:val="00A75DB1"/>
    <w:rsid w:val="00A828D0"/>
    <w:rsid w:val="00A86BBA"/>
    <w:rsid w:val="00A86CA5"/>
    <w:rsid w:val="00A97C3B"/>
    <w:rsid w:val="00AA5887"/>
    <w:rsid w:val="00AA7958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246E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71E65"/>
    <w:rsid w:val="00E720B7"/>
    <w:rsid w:val="00E76B8B"/>
    <w:rsid w:val="00E76F1C"/>
    <w:rsid w:val="00E874D9"/>
    <w:rsid w:val="00E959CD"/>
    <w:rsid w:val="00E975B1"/>
    <w:rsid w:val="00EA52A1"/>
    <w:rsid w:val="00EB40A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55508-D466-43CB-B319-F9E58C9B8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2023-06-09T15:48:00Z</dcterms:created>
  <dcterms:modified xsi:type="dcterms:W3CDTF">2024-11-18T13:02:00Z</dcterms:modified>
</cp:coreProperties>
</file>