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277" w:rsidRPr="009577B4" w:rsidRDefault="00E343EC" w:rsidP="00062277">
      <w:pPr>
        <w:jc w:val="right"/>
        <w:divId w:val="591360905"/>
        <w:rPr>
          <w:b/>
          <w:i/>
        </w:rPr>
      </w:pPr>
      <w:r>
        <w:rPr>
          <w:b/>
        </w:rPr>
        <w:t xml:space="preserve">                            </w:t>
      </w:r>
      <w:r w:rsidR="009577B4">
        <w:rPr>
          <w:b/>
          <w:i/>
        </w:rPr>
        <w:t xml:space="preserve">Приложение </w:t>
      </w:r>
      <w:r w:rsidR="00C1487F">
        <w:rPr>
          <w:b/>
          <w:i/>
        </w:rPr>
        <w:t>16</w:t>
      </w:r>
    </w:p>
    <w:p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  <w:bookmarkStart w:id="0" w:name="_GoBack"/>
      <w:bookmarkEnd w:id="0"/>
    </w:p>
    <w:p w:rsidR="00AB5550" w:rsidRPr="00913A8D" w:rsidRDefault="008C21AF" w:rsidP="00661373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493DA7">
        <w:t xml:space="preserve">административен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</w:t>
      </w:r>
      <w:r w:rsidR="00493DA7" w:rsidRPr="00493DA7">
        <w:t xml:space="preserve">чрез подбор на проектни предложения </w:t>
      </w:r>
      <w:r w:rsidR="00913A8D" w:rsidRPr="00913A8D">
        <w:rPr>
          <w:b/>
        </w:rPr>
        <w:t>BG16RFPR002-1.005 Малки иновативни грантове за малки и средни предприятия (МСП)</w:t>
      </w:r>
      <w:r w:rsidR="00E343EC" w:rsidRPr="00062277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Pr="00493DA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493DA7">
        <w:t>(</w:t>
      </w:r>
      <w:r w:rsidRPr="00493DA7">
        <w:rPr>
          <w:i/>
          <w:sz w:val="20"/>
          <w:szCs w:val="20"/>
        </w:rPr>
        <w:t>име, презиме, фамилия</w:t>
      </w:r>
      <w:r w:rsidRPr="00493DA7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493DA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493DA7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</w:t>
      </w:r>
      <w:r w:rsidR="00062277">
        <w:t xml:space="preserve"> модул „Е-Управление на проекти</w:t>
      </w:r>
      <w:r w:rsidR="00062277" w:rsidRPr="009577B4">
        <w:t>”</w:t>
      </w:r>
      <w:r w:rsidRPr="00A1772A">
        <w:t>.</w:t>
      </w:r>
    </w:p>
    <w:p w:rsidR="00A54C8E" w:rsidRDefault="00AB5550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</w:t>
      </w:r>
      <w:r w:rsidR="00493DA7">
        <w:t>правляващия орган</w:t>
      </w:r>
      <w:r w:rsidRPr="0078204B">
        <w:t>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AE65A1">
        <w:t xml:space="preserve">......................................... </w:t>
      </w:r>
      <w:r w:rsidRPr="00AE65A1">
        <w:tab/>
      </w:r>
      <w:r w:rsidRPr="00AE65A1">
        <w:tab/>
      </w:r>
      <w:r w:rsidRPr="00AE65A1">
        <w:tab/>
        <w:t> </w:t>
      </w:r>
      <w:r w:rsidRPr="00AE65A1">
        <w:tab/>
      </w:r>
      <w:r w:rsidRPr="00AE65A1">
        <w:tab/>
      </w:r>
      <w:r w:rsidRPr="00AE65A1">
        <w:tab/>
      </w:r>
      <w:r w:rsidRPr="00AE65A1">
        <w:tab/>
        <w:t>(</w:t>
      </w:r>
      <w:r w:rsidRPr="00AE65A1">
        <w:rPr>
          <w:rStyle w:val="spelle"/>
        </w:rPr>
        <w:t>подпис</w:t>
      </w:r>
      <w:r w:rsidRPr="00AE65A1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493DA7">
      <w:pPr>
        <w:jc w:val="both"/>
        <w:divId w:val="591360905"/>
        <w:rPr>
          <w:rFonts w:eastAsia="Times New Roman"/>
        </w:rPr>
      </w:pPr>
    </w:p>
    <w:sectPr w:rsidR="008B0F98" w:rsidRPr="0078204B" w:rsidSect="00E343EC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F4F" w:rsidRDefault="00521F4F" w:rsidP="007939FC">
      <w:r>
        <w:separator/>
      </w:r>
    </w:p>
  </w:endnote>
  <w:endnote w:type="continuationSeparator" w:id="0">
    <w:p w:rsidR="00521F4F" w:rsidRDefault="00521F4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D224F2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971A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F4F" w:rsidRDefault="00521F4F" w:rsidP="007939FC">
      <w:r>
        <w:separator/>
      </w:r>
    </w:p>
  </w:footnote>
  <w:footnote w:type="continuationSeparator" w:id="0">
    <w:p w:rsidR="00521F4F" w:rsidRDefault="00521F4F" w:rsidP="007939FC">
      <w:r>
        <w:continuationSeparator/>
      </w:r>
    </w:p>
  </w:footnote>
  <w:footnote w:id="1">
    <w:p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493DA7">
        <w:t xml:space="preserve">САМО ЗАЕДНО </w:t>
      </w:r>
      <w:r w:rsidR="00CA0287">
        <w:t>от няколко физически лица, З</w:t>
      </w:r>
      <w:r>
        <w:t>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/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507"/>
      <w:gridCol w:w="4781"/>
    </w:tblGrid>
    <w:tr w:rsidR="00913A8D" w:rsidRPr="00934C1B" w:rsidTr="00D52AD0">
      <w:tc>
        <w:tcPr>
          <w:tcW w:w="2426" w:type="pct"/>
          <w:shd w:val="clear" w:color="auto" w:fill="auto"/>
        </w:tcPr>
        <w:p w:rsidR="00913A8D" w:rsidRPr="00934C1B" w:rsidRDefault="00913A8D" w:rsidP="00913A8D">
          <w:pPr>
            <w:pStyle w:val="Header"/>
            <w:tabs>
              <w:tab w:val="clear" w:pos="4536"/>
              <w:tab w:val="clear" w:pos="9072"/>
              <w:tab w:val="left" w:pos="5828"/>
            </w:tabs>
          </w:pPr>
          <w:r w:rsidRPr="00934C1B">
            <w:rPr>
              <w:i/>
              <w:noProof/>
            </w:rPr>
            <w:drawing>
              <wp:inline distT="0" distB="0" distL="0" distR="0" wp14:anchorId="22C532C9" wp14:editId="023A0B7C">
                <wp:extent cx="2047875" cy="476250"/>
                <wp:effectExtent l="0" t="0" r="0" b="0"/>
                <wp:docPr id="4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4" w:type="pct"/>
          <w:shd w:val="clear" w:color="auto" w:fill="auto"/>
        </w:tcPr>
        <w:p w:rsidR="00913A8D" w:rsidRPr="00934C1B" w:rsidRDefault="00913A8D" w:rsidP="00913A8D">
          <w:pPr>
            <w:pStyle w:val="Header"/>
            <w:tabs>
              <w:tab w:val="clear" w:pos="4536"/>
              <w:tab w:val="clear" w:pos="9072"/>
              <w:tab w:val="left" w:pos="5828"/>
            </w:tabs>
            <w:jc w:val="right"/>
          </w:pPr>
          <w:r w:rsidRPr="00934C1B">
            <w:rPr>
              <w:noProof/>
            </w:rPr>
            <w:drawing>
              <wp:inline distT="0" distB="0" distL="0" distR="0" wp14:anchorId="07D74BF2" wp14:editId="698949B9">
                <wp:extent cx="1691741" cy="476828"/>
                <wp:effectExtent l="0" t="0" r="3810" b="0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niidit_logo_left_aligned_Tex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5946" cy="5005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13A8D" w:rsidRPr="004D16D6" w:rsidRDefault="00913A8D" w:rsidP="00913A8D">
    <w:pPr>
      <w:pStyle w:val="Header"/>
      <w:tabs>
        <w:tab w:val="clear" w:pos="4536"/>
        <w:tab w:val="clear" w:pos="9072"/>
        <w:tab w:val="left" w:pos="5828"/>
      </w:tabs>
    </w:pPr>
  </w:p>
  <w:p w:rsidR="00913A8D" w:rsidRPr="0004113E" w:rsidRDefault="00913A8D" w:rsidP="00913A8D">
    <w:pPr>
      <w:pStyle w:val="Header"/>
    </w:pPr>
  </w:p>
  <w:p w:rsidR="00E343EC" w:rsidRDefault="00971A7B" w:rsidP="00E343EC">
    <w:pPr>
      <w:pStyle w:val="Header"/>
      <w:jc w:val="right"/>
    </w:pPr>
    <w:r>
      <w:rPr>
        <w:noProof/>
      </w:rPr>
      <w:pict w14:anchorId="00FAA92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917142" o:spid="_x0000_s2051" type="#_x0000_t136" style="position:absolute;left:0;text-align:left;margin-left:0;margin-top:0;width:517.1pt;height:172.3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11E6"/>
    <w:rsid w:val="0001235A"/>
    <w:rsid w:val="0003587E"/>
    <w:rsid w:val="00036896"/>
    <w:rsid w:val="000604C2"/>
    <w:rsid w:val="00062277"/>
    <w:rsid w:val="000711C4"/>
    <w:rsid w:val="00075533"/>
    <w:rsid w:val="00092EE2"/>
    <w:rsid w:val="000948FE"/>
    <w:rsid w:val="00095798"/>
    <w:rsid w:val="00096E2F"/>
    <w:rsid w:val="000B3FF1"/>
    <w:rsid w:val="000B5239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2F45"/>
    <w:rsid w:val="00147A43"/>
    <w:rsid w:val="0015324C"/>
    <w:rsid w:val="00182C81"/>
    <w:rsid w:val="00186385"/>
    <w:rsid w:val="001C0ED1"/>
    <w:rsid w:val="001C7B5B"/>
    <w:rsid w:val="001C7C05"/>
    <w:rsid w:val="001E4106"/>
    <w:rsid w:val="001E63D0"/>
    <w:rsid w:val="00214808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52E0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93DA7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21F4F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14C1"/>
    <w:rsid w:val="006F2A3C"/>
    <w:rsid w:val="006F630C"/>
    <w:rsid w:val="00706E9F"/>
    <w:rsid w:val="00707950"/>
    <w:rsid w:val="00725195"/>
    <w:rsid w:val="00736886"/>
    <w:rsid w:val="00741654"/>
    <w:rsid w:val="00741FB2"/>
    <w:rsid w:val="00742EA1"/>
    <w:rsid w:val="00747C79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2FA1"/>
    <w:rsid w:val="008C377C"/>
    <w:rsid w:val="008D6999"/>
    <w:rsid w:val="008E311D"/>
    <w:rsid w:val="008E65C0"/>
    <w:rsid w:val="008E7769"/>
    <w:rsid w:val="009026FB"/>
    <w:rsid w:val="00904EA2"/>
    <w:rsid w:val="00913A8D"/>
    <w:rsid w:val="009161CD"/>
    <w:rsid w:val="00922552"/>
    <w:rsid w:val="0093131C"/>
    <w:rsid w:val="00933D88"/>
    <w:rsid w:val="00937638"/>
    <w:rsid w:val="00944949"/>
    <w:rsid w:val="009577B4"/>
    <w:rsid w:val="00966436"/>
    <w:rsid w:val="00971A7B"/>
    <w:rsid w:val="00975CD3"/>
    <w:rsid w:val="00980EE5"/>
    <w:rsid w:val="0098481B"/>
    <w:rsid w:val="0098700F"/>
    <w:rsid w:val="00990BDE"/>
    <w:rsid w:val="009915FA"/>
    <w:rsid w:val="009B18B7"/>
    <w:rsid w:val="009C3691"/>
    <w:rsid w:val="009C3D24"/>
    <w:rsid w:val="009C6199"/>
    <w:rsid w:val="009D1F2B"/>
    <w:rsid w:val="009D6AB9"/>
    <w:rsid w:val="009E7F6C"/>
    <w:rsid w:val="009F12DF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D3C80"/>
    <w:rsid w:val="00AE4164"/>
    <w:rsid w:val="00AE65A1"/>
    <w:rsid w:val="00AF2A86"/>
    <w:rsid w:val="00B01193"/>
    <w:rsid w:val="00B03B64"/>
    <w:rsid w:val="00B116AE"/>
    <w:rsid w:val="00B2278F"/>
    <w:rsid w:val="00B22928"/>
    <w:rsid w:val="00B261C0"/>
    <w:rsid w:val="00B3479B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E1714"/>
    <w:rsid w:val="00BF2790"/>
    <w:rsid w:val="00C0246E"/>
    <w:rsid w:val="00C04428"/>
    <w:rsid w:val="00C06243"/>
    <w:rsid w:val="00C10776"/>
    <w:rsid w:val="00C12D77"/>
    <w:rsid w:val="00C1487F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287"/>
    <w:rsid w:val="00CA03F0"/>
    <w:rsid w:val="00CB07F2"/>
    <w:rsid w:val="00CD4AD3"/>
    <w:rsid w:val="00CF6F29"/>
    <w:rsid w:val="00D1175D"/>
    <w:rsid w:val="00D132A9"/>
    <w:rsid w:val="00D17DC1"/>
    <w:rsid w:val="00D2060E"/>
    <w:rsid w:val="00D224F2"/>
    <w:rsid w:val="00D240CA"/>
    <w:rsid w:val="00D306F5"/>
    <w:rsid w:val="00D367B7"/>
    <w:rsid w:val="00D63F97"/>
    <w:rsid w:val="00D777FF"/>
    <w:rsid w:val="00D845EA"/>
    <w:rsid w:val="00D8721C"/>
    <w:rsid w:val="00DA31C4"/>
    <w:rsid w:val="00DB2330"/>
    <w:rsid w:val="00DC6097"/>
    <w:rsid w:val="00DD29F2"/>
    <w:rsid w:val="00DD5C2C"/>
    <w:rsid w:val="00DF27FC"/>
    <w:rsid w:val="00DF2B3E"/>
    <w:rsid w:val="00DF313A"/>
    <w:rsid w:val="00E014D5"/>
    <w:rsid w:val="00E032FA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61FEE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36D3"/>
    <w:rsid w:val="00F74EE9"/>
    <w:rsid w:val="00F835A9"/>
    <w:rsid w:val="00F97FFD"/>
    <w:rsid w:val="00FA4A9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DD8AE-A3E9-4148-9571-E61530D47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2023-06-09T15:46:00Z</dcterms:created>
  <dcterms:modified xsi:type="dcterms:W3CDTF">2024-08-22T12:11:00Z</dcterms:modified>
</cp:coreProperties>
</file>